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38" w:rsidRPr="000B0238" w:rsidRDefault="000B0238" w:rsidP="000B0238">
      <w:pPr>
        <w:shd w:val="clear" w:color="auto" w:fill="FFFFFF"/>
        <w:spacing w:before="161" w:after="161" w:line="240" w:lineRule="auto"/>
        <w:ind w:left="375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  <w:t xml:space="preserve">Постановление Правительства РФ от 30 июня 1998 г. N 681 "Об утверждении перечня 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  <w:t>, подлежащих контролю в Российской Федерации" (с изменениями и дополнениями)</w:t>
      </w:r>
    </w:p>
    <w:bookmarkStart w:id="0" w:name="text"/>
    <w:bookmarkEnd w:id="0"/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"https://base.garant.ru/71686388/eaf8139464f8b6587e3e8f2ac3705361/" \l "block_8" </w:instrText>
      </w: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B0238">
        <w:rPr>
          <w:rFonts w:ascii="Times New Roman" w:eastAsia="Times New Roman" w:hAnsi="Times New Roman" w:cs="Times New Roman"/>
          <w:color w:val="3272C0"/>
          <w:sz w:val="24"/>
          <w:szCs w:val="24"/>
          <w:u w:val="single"/>
          <w:lang w:eastAsia="ru-RU"/>
        </w:rPr>
        <w:t>Постановлением</w:t>
      </w: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25 мая 2017 г. N 631 в постановление внесены изменения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5" w:anchor="/document/0/block/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постановления в предыдущей редакции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Постановление Правительства РФ от 30 июня 1998 г. N 681</w:t>
      </w: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 xml:space="preserve">"Об утверждении перечня 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, подлежащих контролю в Российской Федерации"</w:t>
      </w:r>
    </w:p>
    <w:p w:rsidR="000B0238" w:rsidRPr="000B0238" w:rsidRDefault="000B0238" w:rsidP="000B0238">
      <w:pPr>
        <w:pBdr>
          <w:bottom w:val="dotted" w:sz="6" w:space="0" w:color="3272C0"/>
        </w:pBdr>
        <w:shd w:val="clear" w:color="auto" w:fill="FFFFFF"/>
        <w:spacing w:after="300" w:line="240" w:lineRule="auto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от</w:t>
      </w:r>
      <w:proofErr w:type="gramEnd"/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: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</w:pP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 февраля, 17 ноября 2004 г., 8 июля 2006 г., 4 июля 2007 г., 22 июня, 21, 31 декабря 2009 г., 21 апреля, 3, 30 июня, 29 июля, 30 октября, 27 ноября, 8 декабря 2010 г., 25 февраля, 11 марта, 7 июля, 6 октября, 8 декабря 2011 г., 22 февраля, 3 марта, 23 апреля, 18 мая, 4 сентября, 1 октября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19, 23 ноября 2012 г., 4, 26 февраля, 13 июня, 10 июля, 9 сентября, 7 ноября, 16 декабря 2013 г., 22 марта, 31 мая, 23 июня, 25 октября, 9 декабря 2014 г., 27 февраля, 9 апреля, 8 мая, 2 июля, 12 октября 2015 г., 1 апреля 2016 г., 18 января, 21 февраля, 25 мая, 12, 29 июля 2017 г., 28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марта, 22 июня, 19 декабря 2018 г., 22 февраля, 9 августа 2019 г., 12 февраля, 13 марта, 29 июля, 3 декабря 2020 г., 20 декабря 2021 г., 24 января, 15 июня 2022 г., </w:t>
      </w:r>
      <w:r w:rsidRPr="000B0238">
        <w:rPr>
          <w:rFonts w:ascii="Times New Roman" w:eastAsia="Times New Roman" w:hAnsi="Times New Roman" w:cs="Times New Roman"/>
          <w:b/>
          <w:color w:val="464C55"/>
          <w:sz w:val="24"/>
          <w:szCs w:val="24"/>
          <w:lang w:eastAsia="ru-RU"/>
        </w:rPr>
        <w:t>10 июля 2023 г.</w:t>
      </w:r>
      <w:bookmarkStart w:id="1" w:name="_GoBack"/>
      <w:bookmarkEnd w:id="1"/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6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 октября 2012 г. N 1002 утвержден </w:t>
      </w:r>
      <w:hyperlink r:id="rId7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значительный, крупный и особо крупный размеры наркотических средств и психотропных веще</w:t>
        </w:r>
        <w:proofErr w:type="gramStart"/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ств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дл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я целей </w:t>
      </w:r>
      <w:hyperlink r:id="rId8" w:anchor="block_22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статей 228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9" w:anchor="block_228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228.1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10" w:anchor="block_22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229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 </w:t>
      </w:r>
      <w:hyperlink r:id="rId11" w:anchor="block_229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229.1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Уголовного кодекса РФ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2" w:history="1">
        <w:proofErr w:type="gramStart"/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Решением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Верховного Суда РФ от 19 июня 2014 г. N АКПИ14-523, оставленным без изменения </w:t>
      </w:r>
      <w:hyperlink r:id="rId13" w:anchor="block_11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Определением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Апелляционной коллегии Верховного Суда РФ от 9 октября 2014 г. N АПЛ14-426, настоящее постановление признано не противоречащим действующему законодательству в части, </w:t>
      </w:r>
      <w:hyperlink r:id="rId14" w:anchor="block_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предусматривающей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внесение изменений в </w:t>
      </w:r>
      <w:hyperlink r:id="rId15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Перечень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по представлению ФСКН России без согласования с Минздравом России, а также в части отнесения к наркотическим средствам Перечня производных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метилэфедрона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(нафталин-1-ил)(1-пентил-1Н-индол-3-ил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(JWH-018),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эфедрона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меткатинон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соответствии с </w:t>
      </w:r>
      <w:hyperlink r:id="rId16" w:anchor="block_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"О наркотических средствах и психотропных веществах" (Собрание законодательства Российской Федерации, 1998, N 2, ст.219) Правительство Российской Федерации постановляет: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Утвердить прилагаемый </w:t>
      </w:r>
      <w:hyperlink r:id="rId17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перечень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подлежащих контролю в Российской Федерации.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Установить, что внесение изменений в указанный перечень осуществляется на основании предложений Министерства здравоохранения Российской Федерации либо Министерства внутренних дел Российской Федерации, которые представляют в установленном порядке соответствующие проекты актов Правительства Российской Федерации.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3119"/>
      </w:tblGrid>
      <w:tr w:rsidR="000B0238" w:rsidRPr="000B0238" w:rsidTr="000B0238">
        <w:tc>
          <w:tcPr>
            <w:tcW w:w="3300" w:type="pct"/>
            <w:shd w:val="clear" w:color="auto" w:fill="FFFFFF"/>
            <w:vAlign w:val="bottom"/>
            <w:hideMark/>
          </w:tcPr>
          <w:p w:rsidR="000B0238" w:rsidRPr="000B0238" w:rsidRDefault="000B0238" w:rsidP="000B0238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 Правительства</w:t>
            </w:r>
            <w:r w:rsidRPr="000B0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0B0238" w:rsidRPr="000B0238" w:rsidRDefault="000B0238" w:rsidP="000B0238">
            <w:pPr>
              <w:spacing w:before="75" w:after="75" w:line="240" w:lineRule="auto"/>
              <w:ind w:left="75" w:right="75"/>
              <w:jc w:val="right"/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</w:pPr>
            <w:r w:rsidRPr="000B0238">
              <w:rPr>
                <w:rFonts w:ascii="Times New Roman" w:eastAsia="Times New Roman" w:hAnsi="Times New Roman" w:cs="Times New Roman"/>
                <w:color w:val="464C55"/>
                <w:sz w:val="24"/>
                <w:szCs w:val="24"/>
                <w:lang w:eastAsia="ru-RU"/>
              </w:rPr>
              <w:t>С. Кириенко</w:t>
            </w:r>
          </w:p>
        </w:tc>
      </w:tr>
    </w:tbl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8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4 июля 2007 г. N 427 в Перечень внесены изменения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9" w:anchor="/document/0/block/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Перечня в предыдущей редакции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Перечень</w:t>
      </w: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 xml:space="preserve">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, подлежащих контролю в Российской Федерации</w:t>
      </w: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(утв. </w:t>
      </w:r>
      <w:hyperlink r:id="rId20" w:history="1">
        <w:r w:rsidRPr="000B0238">
          <w:rPr>
            <w:rFonts w:ascii="Times New Roman" w:eastAsia="Times New Roman" w:hAnsi="Times New Roman" w:cs="Times New Roman"/>
            <w:b/>
            <w:bCs/>
            <w:color w:val="3272C0"/>
            <w:sz w:val="30"/>
            <w:szCs w:val="30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 Правительства РФ от 30 июня 1998 г. N 681)</w:t>
      </w:r>
    </w:p>
    <w:p w:rsidR="000B0238" w:rsidRPr="000B0238" w:rsidRDefault="000B0238" w:rsidP="000B0238">
      <w:pPr>
        <w:pBdr>
          <w:bottom w:val="dotted" w:sz="6" w:space="0" w:color="3272C0"/>
        </w:pBdr>
        <w:shd w:val="clear" w:color="auto" w:fill="FFFFFF"/>
        <w:spacing w:after="300" w:line="240" w:lineRule="auto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от</w:t>
      </w:r>
      <w:proofErr w:type="gramEnd"/>
      <w:r w:rsidRPr="000B0238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: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 июля 2006 г., 4 июля 2007 г., 22 июня, 31 декабря 2009 г., 21 апреля, 3, 30 июня, 29 июля, 30 октября, 27 ноября, 8 декабря 2010 г., 25 февраля, 11 марта, 7 июля, 6 октября, 8 декабря 2011 г., 22 февраля 2012 г., 3 марта, 23 апреля, 18 мая, 1 октября, 19, 23 ноября 2012 г., 4, 26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февраля, 13 июня, 10 июля, 9 сентября, 7 ноября, 16 декабря 2013 г., 22 марта, 31 мая, 23 июня, 25 октября, 9 декабря 2014 г., 27 февраля, 9 апреля, 8 мая, 2 июля, 12 октября 2015 г., 1 апреля 2016 г., 18 января, 21 февраля, 12 июля 2017 г., 28 марта, 22 июня 2018 г., 22 февраля, 9 августа 2019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г., 12 февраля, 13 марта, 29 июля, 3 декабря 2020 г., 20 декабря 2021 г., 24 января, 15 июня 2022 г., 10 июля 2023 г.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О порядке ввоза в РФ и вывоза из РФ 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см. </w:t>
      </w:r>
      <w:hyperlink r:id="rId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21 марта 2011 г. N 181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22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Правила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распределения, реализации и отпуска наркотических средств и психотропных веществ, а также реализации и отпуска 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утвержденные </w:t>
      </w:r>
      <w:hyperlink r:id="rId2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30 октября 2021 г. N 1871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24" w:anchor="block_10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Правила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хранения 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утвержденные </w:t>
      </w:r>
      <w:hyperlink r:id="rId2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30 апреля 2022 г. N 809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6" w:anchor="block_1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декабря 2011 г. N 1023 в наименование внесены изменения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7" w:anchor="/document/0/block/1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наименования в предыдущей редакции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Список</w:t>
      </w: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 xml:space="preserve">наркотических средств, 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,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</w:t>
      </w:r>
      <w:r w:rsidRPr="000B0238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(список I)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Раздел "Наркотические средства" изменен с 22 июля 2023 г. - </w:t>
      </w:r>
      <w:hyperlink r:id="rId28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9" w:anchor="/document/0/block/1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предыдущую редакцию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Наркотические средства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N-(адамантан-1-ил)-1-бензил-1Н-индазол-3-карбоксамид и его производные (введена </w:t>
      </w:r>
      <w:hyperlink r:id="rId30" w:anchor="block_1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мая 2015 г. N 448)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N-(адамантан-1-ил)-1-бензил-1H-индол-3-карбоксамид и его производные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31" w:anchor="block_5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N-(адамантан-1-ил)-1-бутил-1H-индазол-3-карбоксамид и его производные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32" w:anchor="block_5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N-(адамантан-1-ил)-1-бутил-1H-индол-3-карбоксамид и его производные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33" w:anchor="block_5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N-(адамантан-1-ил)-1-бутил-4-метил-5-фенил-1H-пиразол-3-карбоксамид и его производные (введена </w:t>
      </w:r>
      <w:hyperlink r:id="rId34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N-(адамантан-1-ил)-1-пентил-1Н-индазол-3-карбоксамид и его производные, за исключением производных, включенных в качестве самостоятельных позиций в перечень (введена </w:t>
      </w:r>
      <w:hyperlink r:id="rId35" w:anchor="block_100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ноября 2012 г. N 1215)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O-(адамантан-1-ил)-1-пентил-1Н-индазол-3-карбоксилат и его производные, за исключением производных, включенных в качестве самостоятельных позиций в перечень (введена </w:t>
      </w:r>
      <w:hyperlink r:id="rId36" w:anchor="block_1001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января 2017 г. N 26)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N-(адамантан-1-ил)-1-пентил-1Н-индол-3-карбоксамид и его производные, за исключением производных, включенных в качестве самостоятельных позиций в перечен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ь(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 </w:t>
      </w:r>
      <w:hyperlink r:id="rId37" w:anchor="block_100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ноября 2012 г. N 1215)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N-(2-адамантил)-1-[(тетрагидропиран-4-ил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етил]индазол-3-карбоксамид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Adamantyl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-THPINACA) (введена </w:t>
      </w:r>
      <w:hyperlink r:id="rId38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3-Адамантоилиндол [(Адамантан-1-ил)(1Н-индол-3-ил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 и его производные, за исключением производных, включенных в качестве самостоятельных позиций в перечень(введена </w:t>
      </w:r>
      <w:hyperlink r:id="rId39" w:anchor="block_101380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Аллилпродин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Альфамепродин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метилфентанил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метилтиофентанил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Альфапродин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Альфацетилметадол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2-Амино-1-бензо[1,2-b:4,5-b']дифуран-4-илэтан и его производные, за исключением производных, включенных в качестве самостоятельных позиций в перечень (введена </w:t>
      </w:r>
      <w:hyperlink r:id="rId40" w:anchor="block_10138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2-Аминоиндан и его производные, за исключением производных, включенных в качестве самостоятельных позиций в перечень (введена </w:t>
      </w:r>
      <w:hyperlink r:id="rId41" w:anchor="block_10138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N-(1-амино-3-метил-1-оксобутан-2-ил)-1-бутил-3-фенил-1H-пиразол-5-карбоксамид и его производные (введена </w:t>
      </w:r>
      <w:hyperlink r:id="rId42" w:anchor="block_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N-(1-амино-3-метил-1-оксобутан-2-ил)-1-(пент-4-ен-1-ил)-1H-индол- 3-карбоксамид (MBA-022)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43" w:anchor="block_5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АМТ (альфа-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метилтриптамин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производные, за исключением производных, включенных в качестве самостоятельных позиций в перечень (введена </w:t>
      </w:r>
      <w:hyperlink r:id="rId44" w:anchor="block_444209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мая 2012 г. N 491)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Анилэридин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альфаметилфентанил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Ацетилдигидрокодеин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Ацетилированный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опий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Ацетилкодеин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45" w:anchor="block_1000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ноября 2012 г. N 1215)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7-Ацетоксимитрагинин (введена </w:t>
      </w:r>
      <w:hyperlink r:id="rId46" w:anchor="block_101380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Ацеторфин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БДБ [1-(3,4-метилендиоксифенил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утан-2-амин]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Безитрамид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Бензетидин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N-Бензил-1-бутил-1Н-индазол-3-карбоксамид и его производные (введена </w:t>
      </w:r>
      <w:hyperlink r:id="rId47" w:anchor="block_10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октября 2015 г. N 1097)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N-Бензил-1-бутил-1Н-индол-3-карбоксамид и его производные (введена </w:t>
      </w:r>
      <w:hyperlink r:id="rId48" w:anchor="block_10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октября 2015 г. N 1097)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2-(1-Бензил-1H-индазол-3-карбоксамидо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)у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ксусная кислота и ее производные (введена </w:t>
      </w:r>
      <w:hyperlink r:id="rId49" w:anchor="block_112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27 февраля 2015 г. N 174)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2-(1-Бензил-1Н-индол-3-карбоксамидо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)у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ксусная кислота и ее производные (введена </w:t>
      </w:r>
      <w:hyperlink r:id="rId50" w:anchor="block_112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27 февраля 2015 г. N 174)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N-бензил-1-метил-1Н-пирроло[2,3-b]пиридин-3-карбоксамид и его производные (введена </w:t>
      </w:r>
      <w:hyperlink r:id="rId51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Бензилморфин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3-(5-бензил-1,3,4-оксадиазол-2-ил)-1-(2-морфолин-4-илэтил)-1Н-индол и его производные (введена </w:t>
      </w:r>
      <w:hyperlink r:id="rId52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3-(5-бензил-1,3,4-оксадиазол-2-ил)-1-(2-пирролидин-1-илэтил)-1Н-индол и его производные (введена </w:t>
      </w:r>
      <w:hyperlink r:id="rId53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N-бензил-1-пентил-1H-индол-3-карбоксамид и его производные (введена </w:t>
      </w:r>
      <w:hyperlink r:id="rId54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N-(1-бензилпиперидин-4-ил)-N-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фенилбензамид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бензоилбензилфентанил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55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N-(1-бензилпиперидин-4-ил)-N-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N-(1-бензилпиперидин-4-ил)-N-фенилфуран-2-карбоксамид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бензилфуранилфентанил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56" w:anchor="block_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1-бензилпирролидин-3-ил-амид 5-хлоро-3-этил-1Н-индол-2-карбоновой кислоты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Org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29647) и его производные, за исключением производных, включенных в качестве самостоятельных позиций в перечень (введена </w:t>
      </w:r>
      <w:hyperlink r:id="rId57" w:anchor="block_102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10 июля 2013 г. N 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1-бензил-N-(хинолин-8-ил)-1H-индазол-3-карбоксамид и его производные (введена </w:t>
      </w:r>
      <w:hyperlink r:id="rId58" w:anchor="block_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1-бензил-N-(хинолин-8-ил)-1H-индол-3-карбоксамид и его производные (введена </w:t>
      </w:r>
      <w:hyperlink r:id="rId59" w:anchor="block_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[1,3]диоксол-5-илметил)-7-метокси-2-оксо-8-пентилокси- 1,2-дигидрохинолин-3-карбоксамид и его производные, за исключением производных, включенных в качестве самостоятельных позиций в перечень (введена </w:t>
      </w:r>
      <w:hyperlink r:id="rId60" w:anchor="block_10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ноября 2013 г. N 998)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[d][1,3]диоксол-5-ил)-N-метилпропан-1-амин (M-ALPHA) (введена </w:t>
      </w:r>
      <w:hyperlink r:id="rId61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N-[1-(2H-1,3-бензодиоксол-5-ил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пропан-2-ил]-N-метилгидроксиламин (FLEA) и его производные (введена </w:t>
      </w:r>
      <w:hyperlink r:id="rId62" w:anchor="block_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3-Бензоилиндол [(1Н-индол-3-ил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енилметанон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 и его производные (введена </w:t>
      </w:r>
      <w:hyperlink r:id="rId63" w:anchor="block_101380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1-(1-Бензофуран-3-ил)-N-метилпропан-2-амин (3-МАРВ)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64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1-(Бензофуран-5-ил)-N-(2-метоксибензил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ропан-2-амин (5-APB-NBOMe) (введена </w:t>
      </w:r>
      <w:hyperlink r:id="rId65" w:anchor="block_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1-(Бензофуран-2-ил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пропан-2-амин (2-APB) и его производные (введена </w:t>
      </w:r>
      <w:hyperlink r:id="rId66" w:anchor="block_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Беноциклидин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67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июля 2017 г. N 827)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Бета-гидрокси-3-метилфентанил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гидрокси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тиофентанил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68" w:anchor="block_10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 апреля 2016 г. N 256)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гидроксифентанил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Бетамепродин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Бетапродин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Бетацетилметадол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Броламфетамин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(ДОБ, d, L-4-бромо-2,5-диметокси-альфа-метилфенетиламин) (введена </w:t>
      </w:r>
      <w:hyperlink r:id="rId69" w:anchor="block_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30 июня 2010 г. N 486)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1-(1-(1-(4-Бромфенил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тил)пиперидин-4-ил)-1,3-дигидро-2Н-бензимидазол-2-он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брорфин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70" w:anchor="block_10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3-Бутаноил-1-метилиндол [1-(1-метил-1Н-индол-3-ил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утан-1-он] и его производные, за исключением производных, включенных в качестве самостоятельных позиций в перечень (введена </w:t>
      </w:r>
      <w:hyperlink r:id="rId71" w:anchor="block_100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февраля 2012 г. N 144)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2-(1-Бутил-1Н-индазол-3-карбоксамидо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)у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ксусная кислота и ее производные (введена </w:t>
      </w:r>
      <w:hyperlink r:id="rId72" w:anchor="block_100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октября 2015 г. N 1097)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1-(1-Бутил-1Н-индазол-3-ил)-2-фенилэтанон и его производные (введена </w:t>
      </w:r>
      <w:hyperlink r:id="rId73" w:anchor="block_444023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 июля 2015 г. N 665)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(1-Бутил-1H-индол-3-ил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(JWH-073) и его производные, за исключением производных, включенных в качестве самостоятельных позиций в перечень (введена </w:t>
      </w:r>
      <w:hyperlink r:id="rId74" w:anchor="block_10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Гашиш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анаша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смола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каннабиса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N'-(1-гексил-2-оксо-2,3-дигидро-1Н-индол-3-илиден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ензогидразид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(MDA-19) (введена </w:t>
      </w:r>
      <w:hyperlink r:id="rId75" w:anchor="block_10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Героин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диацетилморфин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Гидрокодон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2-(1R,2R,5R)-5-гидрокси-2-(3-гидроксипропил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- 5-(2-метилоктан-2-ил)фенол (СР-55,940) и его производные, за исключением производных, включенных в качестве самостоятельных позиций в перечень (введена </w:t>
      </w:r>
      <w:hyperlink r:id="rId76" w:anchor="block_102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от 10 июля 2013 г. N 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N-гидрокси-2-[2,5-диметокси-4-(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пропилсульфанил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енил]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этанамин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(HOT-7) (введена </w:t>
      </w:r>
      <w:hyperlink r:id="rId77" w:anchor="block_10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4-Гидрокситриптамин и его производные, за исключением производных, включенных в качестве самостоятельных позиций в перечень (введена </w:t>
      </w:r>
      <w:hyperlink r:id="rId78" w:anchor="block_101380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5-Гидрокси-N-метилтриптамин и его производные, за исключением производных, включенных в качестве самостоятельных позиций в перечень (введена </w:t>
      </w:r>
      <w:hyperlink r:id="rId79" w:anchor="block_101380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(6S,6aR,9R,10aR)-9-гидрокси-6-метил-3-{[(2R)-5-фенилпентан-2-ил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]о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кси}-5,6,6a,7,8,9,10,10a-октагидрофенантридин-1-ил ацетат (CP 50,5561) (введена </w:t>
      </w:r>
      <w:hyperlink r:id="rId80" w:anchor="block_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гидрокси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-МДА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7-Гидроксимитрагинин (введена </w:t>
      </w:r>
      <w:hyperlink r:id="rId81" w:anchor="block_101380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Гидроксипетидин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82" w:anchor="block_22005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N-(4-гидроксифенил)-N-[1-(2-фенилэтил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иперидин-4-ил]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бутанамид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(п-гидроксибутаноилфентанил) (введена </w:t>
      </w:r>
      <w:hyperlink r:id="rId83" w:anchor="block_5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2-[(1R,3S)-3-Гидроксициклогексил]-5-(2-метилоктан-2-ил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енол (СР 47,497) и его производные, за исключением производных, включенных в качестве самостоятельных позиций в перечень (введена </w:t>
      </w:r>
      <w:hyperlink r:id="rId84" w:anchor="block_1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2-[(1R,3S)-3-Гидроксициклогексил]-5-(2-метилгептан-2-ил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енол (СР 47,497)-С6) и его производные, за исключением производных, включенных в качестве самостоятельных позиций в перечень (введена </w:t>
      </w:r>
      <w:hyperlink r:id="rId85" w:anchor="block_1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2-[(1R,3S)-3-Гидроксициклогексил]-5-(2-метилдекан-2-ил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енол (СР 47,497)-С9) и его производные, за исключением производных, включенных в качестве самостоятельных позиций в перечень (введена </w:t>
      </w:r>
      <w:hyperlink r:id="rId86" w:anchor="block_1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2-[(1R,3S)-3-Гидроксициклогексил]-5-(2-метилнонан-2-ил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енол (СР 47,497)-С8) и его производные, за исключением производных, включенных в качестве самостоятельных позиций в перечень (введена </w:t>
      </w:r>
      <w:hyperlink r:id="rId87" w:anchor="block_10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Гидроморфинол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6-дезоксикодеин (введена </w:t>
      </w:r>
      <w:hyperlink r:id="rId88" w:anchor="block_1014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июля 2011 г. N 540)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Дезоморфин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Диампромид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Диацетилморфин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(героин)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N,1-дибензил-1Н-индазол-3-карбоксамид и его производные (введена </w:t>
      </w:r>
      <w:hyperlink r:id="rId89" w:anchor="block_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4-(д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бензо[1,3]диоксол-5-ил)(гидрокси)метил)пиперидин-1-карбоновая кислота и ее производные (введена </w:t>
      </w:r>
      <w:hyperlink r:id="rId90" w:anchor="block_10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N,1-дибутил-1Н-индазол-3-карбоксамид и его производные (введена </w:t>
      </w:r>
      <w:hyperlink r:id="rId91" w:anchor="block_12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Дигидроморфин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Дименоксадол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2-(4-Диметиламинофенил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3-этил-5-фтор-1H-индол-2-карбоновой кислоты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Org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27759) и его производные (введена </w:t>
      </w:r>
      <w:hyperlink r:id="rId92" w:anchor="block_104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от 10 июля 2013 г. N 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N-(2-(диметиламино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иклогексил)-2-(3,4-дихлорфенил)-N-метилацетамид (U-51754) (введена </w:t>
      </w:r>
      <w:hyperlink r:id="rId93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N-[2-(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диметиламино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]-N-метил-3,4-дихлорбензамид (U-47700) и его производные (введена </w:t>
      </w:r>
      <w:hyperlink r:id="rId94" w:anchor="block_10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июля 2017 г. N 827)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N-[2-(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диметиламино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]-N-фенилфуран-2-карбоксамид (фураноил-UF-17) (введена </w:t>
      </w:r>
      <w:hyperlink r:id="rId95" w:anchor="block_10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N,N-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диметиламфетамин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N-(3,3-диметилбутан-2-ил)-1,3-бензодиоксол-5-карбоксамид (введена </w:t>
      </w:r>
      <w:hyperlink r:id="rId96" w:anchor="block_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Диметокаин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[(3-диэтиламино-2,2-диметилпропил)-4-аминобензоат] (введена </w:t>
      </w:r>
      <w:hyperlink r:id="rId97" w:anchor="block_100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февраля 2012 г. N 144)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2-(2,5-диметоксифенил)-N-(2-метоксибензил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танамин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98" w:anchor="block_1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мая 2015 г. N 448)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2,5-Диметоксифенэтиламин и его производные, за исключением производных, включенных в качестве самостоятельных позиций в перечень (введена </w:t>
      </w:r>
      <w:hyperlink r:id="rId99" w:anchor="block_101380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Димепгептанол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Диметилтиамбутен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(6аR, 10аR)-9-(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Гидроксиметил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)-6,6-диметил-3-(2-метилоктан-2-ил)-6а, 7, 10, 10а-тетрагидробенз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о[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с]хромен-1-ол (HU-210) и его производные, за исключением производных, включенных в качестве самостоятельных позиций в перечень (введена </w:t>
      </w:r>
      <w:hyperlink r:id="rId100" w:anchor="block_10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2С-Т-7 (2,5-диметокси-4-(пропилтио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енэтиламин) (введена </w:t>
      </w:r>
      <w:hyperlink r:id="rId101" w:anchor="block_22006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Диоксафетил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бутират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Дипипанон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2-(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дифенилметил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)-1-метилпиперидин-3-ол (SCH-5472) и его производные (введена </w:t>
      </w:r>
      <w:hyperlink r:id="rId102" w:anchor="block_10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Дифени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пирролидин-2-ил)метанол (D2PM) (введена </w:t>
      </w:r>
      <w:hyperlink r:id="rId103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1-(1,3-Дифенилпропан-2-ил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ирролидин (введена </w:t>
      </w:r>
      <w:hyperlink r:id="rId104" w:anchor="block_12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Дифеноксин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3,4-дихлоро-N-[(1-диметиламино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иклогексилметил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105" w:anchor="block_1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ноября 2013 г. N 998)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Диэтилтиамбутен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ДМА (d, L-2,5-диметокси-альфа-метил-фенил-этиламин)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ДМГП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диметилгептилпиран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ДМТ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диметилтриптамин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ДОХ (d, L-2,5-диметокси-4-хлор-амфетамин)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ДОЭТ (d, L-2,5-диметокси-4-этил-амфетамин)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Дротебанол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ДЭТ (N,N-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диэтилтриптамин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Изометадон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Изохинолин-4-ил-1-пентил-1Н-индол-3-карбоксилат и его производные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106" w:anchor="block_1012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2-(1Н-индол-5-ил)-1-метилэтиламин и его производные, за исключением производных, включенных в качестве самостоятельных позиций в перечень (введена </w:t>
      </w:r>
      <w:hyperlink r:id="rId107" w:anchor="block_10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ноября 2013 г. N 998)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2-(1H-индол-3-ил)-1-морфолиноэтанон и его производные (введена </w:t>
      </w:r>
      <w:hyperlink r:id="rId108" w:anchor="block_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N-((2-(1H-индол-3-ил)-1,3-тиазол-4-ил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етил)-N-этилэтан-1-амин и его производные (введена </w:t>
      </w:r>
      <w:hyperlink r:id="rId109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1-(1Н-индол-3-ил)-3,3,4-триметил-пент-4-ен-1-он и его производные, за исключением производных, включенных в качестве самостоятельных позиций в перечень (введена </w:t>
      </w:r>
      <w:hyperlink r:id="rId110" w:anchor="block_1001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января 2017 г. N 26)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Каннабис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(марихуана)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(3'-Карбамоил-[1,1'-бифенил]-3-ил)-N-ундец-10-ин-1-ил-карбамат (JP104) и его производные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N-[(1S)-1-карбамоил-2,2-диметилпропил]-3-(3-гидрокси-3-метилбутил)-2-оксобензимидазол-1-карбоксамид (PF-03550096) (введена </w:t>
      </w:r>
      <w:hyperlink r:id="rId111" w:anchor="block_101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N-(1-карбамоил-2-метилпропил)-1-пентил-1Н-индазол-3-карбоксамид и его производные (введена </w:t>
      </w:r>
      <w:hyperlink r:id="rId112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N-(1-карбамоил-2-метилпропил)-1-пентил-1Н-индол-3-карбоксамид и его производные (введена </w:t>
      </w:r>
      <w:hyperlink r:id="rId113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N-(1-карбамоил-2-метилпропил)-1-пентил-5-фенил-1H-пиразол-3-карбоксамид и его производные (введена </w:t>
      </w:r>
      <w:hyperlink r:id="rId114" w:anchor="block_101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N-(1-карбамоил-2-метилпропил)-1-(фенилметил)-1Н-индазол-3-карбоксамид и его производные (введена </w:t>
      </w:r>
      <w:hyperlink r:id="rId115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N-(1-карбамоил-2-метилпропил)-1-(фенилметил)-1Н-индол-3-карбоксамид и его производные (введена </w:t>
      </w:r>
      <w:hyperlink r:id="rId116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(1-карбоксипропил)-1-пентил-1H-индазол-3-карбоксилат и его производные (введена </w:t>
      </w:r>
      <w:hyperlink r:id="rId117" w:anchor="block_101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Кетобемидон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Клонитазен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Кодоксим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Кустарно изготовленные препараты из эфедрина (псевдоэфедрина) или из препаратов, содержащих эфедрин (псевдоэфедрин)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Кустарно изготовленные препараты из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фенилпропаноламина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или из препаратов, содержащих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фенилпропаноламин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118" w:anchor="block_22005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Левометорфан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Левоморамид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Леворфанол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леморан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Левофенацилморфан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d-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Лизергид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(ЛСД, ЛСД-25)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Лизергиновая кислота и ее производные (введена </w:t>
      </w:r>
      <w:hyperlink r:id="rId119" w:anchor="block_5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Лист кока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2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Решением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Верховного Суда РФ от 16 января 2014 г. N АКПИ13-1137 настоящий Список признан не противоречащим действующему законодательству в части включения в него маковой соломы как наркотического средства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Маковая солома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Масло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каннабиса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(гашишное масло)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МБДБ[N-метил-1-(3,4-метилендиоксифенил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утан-2-амин]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МДА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тенамфетамин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МДМА (d, L-3,4-метилендиокси-N-альфа-диметил-фенил-этиламин)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Мезембрин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[3а-(3,4-диметоксифенил)-1-метилгексагидро-1Н-индол-6(2Н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он] (введена </w:t>
      </w:r>
      <w:hyperlink r:id="rId121" w:anchor="block_10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3-Моноацетилморфин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6-Моноацетилморфин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Мескалин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Метадон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фенадон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долофин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Метадона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промежуточный продукт (4-циано-2-диметиламино-4,4-дифенилбутан)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Метазоцин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Метамфетамин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первитин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2-(Метиламинометил)-3,4-дигидронафталин-1(2H)-он(MTTA) (введена </w:t>
      </w:r>
      <w:hyperlink r:id="rId122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1-(Метиламино)-1-фенилпентан-2-о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изо-пентедрон) (введена </w:t>
      </w:r>
      <w:hyperlink r:id="rId123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Метиламино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)-1-(3-фторфенил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ропан-2-он (3-F-iso-MC) (введена </w:t>
      </w:r>
      <w:hyperlink r:id="rId124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Метил-1-бензил-1Н-индазол-3-карбоксилат и его производные (введена </w:t>
      </w:r>
      <w:hyperlink r:id="rId125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Метилдезорфин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Метилдигидроморфин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Метилендиоксипировалерон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126" w:anchor="block_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25 февраля 2011 г. N 112)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N-метил-N-[2-(диметиламино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иклогексил]-2-(2,4-дихлорфенил)ацетамид (U-48800) (введена </w:t>
      </w:r>
      <w:hyperlink r:id="rId127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N-метил-1,2-дифенилэтиламин и его производные (введена </w:t>
      </w:r>
      <w:hyperlink r:id="rId128" w:anchor="block_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3-Метил-2-(2-(1-метил-1Н-индол-3-ил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цетамидо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)бутановая кислота и ее производные (введена </w:t>
      </w:r>
      <w:hyperlink r:id="rId129" w:anchor="block_1012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8-Метил-2-(3-метил-1,2,4-оксадиазол-5-ил)-3-фенил-8-азабицикло[3.2.1]октан (RTI-126) (введена </w:t>
      </w:r>
      <w:hyperlink r:id="rId130" w:anchor="block_13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3-Метил-2-(1-метил-1Н-пирроло[2,3-b]пиридин-3-карбоксамидо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утановая кислота и ее производные (введена </w:t>
      </w:r>
      <w:hyperlink r:id="rId131" w:anchor="block_1012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3-Метил-2-(1-метил-1Н-пирроло[3,2-b]пиридин-3-карбоксамидо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утановая кислота и ее производные (введена </w:t>
      </w:r>
      <w:hyperlink r:id="rId132" w:anchor="block_1012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6-метил-2-[(4-метилфенил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мино]-4Н-3,1-бензоксазин-4-он (введена </w:t>
      </w:r>
      <w:hyperlink r:id="rId133" w:anchor="block_1000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ноября 2012 г. N 1215)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N-метил-2-метокси-N-((2-(1-(5-фторпентил)-1H-индол-3-ил)-1,3-тиазол-4-ил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етил)этан-1-амин (PTI-3) (введена </w:t>
      </w:r>
      <w:hyperlink r:id="rId134" w:anchor="block_1012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1-(1-Метил-3-метоксициклогексил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 (3-МеО-MPC) (введена </w:t>
      </w:r>
      <w:hyperlink r:id="rId135" w:anchor="block_101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2-(1-бутил-1H-индол-3-карбоксамидо)-3-метилбутановой кислоты и его производные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136" w:anchor="block_5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метиловый эфир 3-метил-2-(1-бензил-1Н-индазол-3-карбоксамидо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и его производные (введена </w:t>
      </w:r>
      <w:hyperlink r:id="rId137" w:anchor="block_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декабря 2014 г. N 1340)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3-метил-2-(1-бензил-1Н-индол-3-карбоксамидо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и его производные (введена </w:t>
      </w:r>
      <w:hyperlink r:id="rId138" w:anchor="block_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декабря 2014 г. N 1340)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3-метил-2-(1-метил-1Н-пирроло[2,3-b]пиридин-3-карбоксамидо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и его производные (введена </w:t>
      </w:r>
      <w:hyperlink r:id="rId139" w:anchor="block_13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1-(2-(тиофен-2-ил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тил)-4-(N-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фенилпропанамидо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пиперидин-4-карбоновой кислоты (R-31826) (введена </w:t>
      </w:r>
      <w:hyperlink r:id="rId140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N'-(1-метил-2-оксо-2,3-дигидро-1Н-индол-3-илиден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ензогидразид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141" w:anchor="block_1012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N-(3-метил-1-(2-(5-оксо-4-этил-4,5-дигидро-1Н-тетразол-1-ил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тил)пиперидин-4-ил)-2-метокси-N-(2-фторфенил)ацетамид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брифентанил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142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(3,4-метилендиокси-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-метилкатинон) (введена </w:t>
      </w:r>
      <w:hyperlink r:id="rId143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2010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2-Метил-1-пентил-1Н-индол-3-ил-(1-нафтил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(JWH-196) и его производные, за исключением производных, включенных в качестве самостоятельных позиций в перечень (введена </w:t>
      </w:r>
      <w:hyperlink r:id="rId144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2-Метил-1-пентил-1Н-индол-3-ил-(4-метил-1-нафтил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(JWH-194) и его производные, за исключением производных, включенных в качестве самостоятельных позиций в перечень (введена </w:t>
      </w:r>
      <w:hyperlink r:id="rId145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2-Метил-1-пентил-1Н-индол-3-ил-(4-метокси-1-нафтил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(JWH-197) и его производные, за исключением производных, включенных в качестве самостоятельных позиций в перечень (введена </w:t>
      </w:r>
      <w:hyperlink r:id="rId146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(2-Метил-1-пентил-1H-индол-3-ил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(JWH-007) и его производные, за исключением производных, включенных в качестве самостоятельных позиций в перечень (введена </w:t>
      </w:r>
      <w:hyperlink r:id="rId147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1-(8-Метил-3-(нафталин-2-ил)-8-азабицикло[3.2.1]октан-2-ил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 (WF-23) (введена </w:t>
      </w:r>
      <w:hyperlink r:id="rId148" w:anchor="block_5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(4-Метилнафталин-1-ил)(2-метил-1-пентил-1H-индо-3-ил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(JWH-149) и его производные, за исключением производных, включенных в качестве самостоятельных позиций в перечень (введена </w:t>
      </w:r>
      <w:hyperlink r:id="rId149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3-метил-2-(1-(пент-4-ен-1-ил)-1Н-индол-3-карбоксамидо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(ММВ-022) (введена </w:t>
      </w:r>
      <w:hyperlink r:id="rId150" w:anchor="block_1104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2020 г. N 1140)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3-метил-2-(1-пентил-1H-индол-3-карбоксамидо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и его производные (введена </w:t>
      </w:r>
      <w:hyperlink r:id="rId151" w:anchor="block_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Метиловый эфир 3-метил-2-(1-пентил-1H-индазол-3-карбоксамидо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утановой кислоты и его производные (введена </w:t>
      </w:r>
      <w:hyperlink r:id="rId152" w:anchor="block_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(2-Метил-1-пентил-1H-индол-3-ил)(4-метоксинафталин-1-ил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(JWH-098) и его производные, за исключением производных, включенных в качестве самостоятельных позиций в перечень (введена </w:t>
      </w:r>
      <w:hyperlink r:id="rId153" w:anchor="block_1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1-Метилпиперидин-3-ил 2-гидрокси-2,2-дифенилацетат (JB-336) (введена </w:t>
      </w:r>
      <w:hyperlink r:id="rId154" w:anchor="block_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N-метил-1-(тиофен-2-ил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иклогексан-1-амин (TCM) и его производные (введена </w:t>
      </w:r>
      <w:hyperlink r:id="rId155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3-метилтиофентанил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3-Метил-2-(1-(2-фенилэтил)-1Н-индазол-3-карбоксамидо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утановая кислота и ее производные (введена </w:t>
      </w:r>
      <w:hyperlink r:id="rId156" w:anchor="block_10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N-(4-(метил(2-фенилэтил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мино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)бутан-2-ил)-N-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(2,3-секофентанил) (введена </w:t>
      </w:r>
      <w:hyperlink r:id="rId157" w:anchor="block_5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3-метилфентанил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 2-{[9-(циклогексилметил)-9H-карбазол-3-ил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ормамидо}-3,3-диметилбутаноат (MDMB-CHMCZCA) (введена </w:t>
      </w:r>
      <w:hyperlink r:id="rId158" w:anchor="block_1005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метилэфедрон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Метоксетамин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[2-(3-метоксифенил)-2-(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этиламино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 и его производные, за исключением производных, включенных в качестве самостоятельных позиций в перечень (введена </w:t>
      </w:r>
      <w:hyperlink r:id="rId159" w:anchor="block_10138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3-[2-(2-метоксибензиламино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тил]-1Н-хиназолин-2,4-дион (RH-34) (введена </w:t>
      </w:r>
      <w:hyperlink r:id="rId160" w:anchor="block_101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N-(2-(5-метокси-1-бензофуран-3-ил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тил)-N-(пропан-2-ил)пропан- 2-амин (5-MeO-DIBF) (введена </w:t>
      </w:r>
      <w:hyperlink r:id="rId161" w:anchor="block_5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Метоксикетамин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162" w:anchor="block_10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12 июля 2017 г. N 827)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5-Метокси-3-(2-метоксибензил)-7-пентил-2Н-хромен-2-он (PSB-SB-1202) (введена </w:t>
      </w:r>
      <w:hyperlink r:id="rId163" w:anchor="block_101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7-метокси-1-(2-морфолин-4-илэтил)-N-(1,3,3-триметилбицикло[2.2.1] гептан-2-ил)-1H-индол-3-карбоксамид (введена </w:t>
      </w:r>
      <w:hyperlink r:id="rId164" w:anchor="block_1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мая 2015 г. N 448)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2-(2-((4-Метоксифенил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етил)-1H-бензимидазол-1-ил)-N,N-диэтилэтан-1-амин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методезнитазен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 (введена </w:t>
      </w:r>
      <w:hyperlink r:id="rId165" w:anchor="block_1013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N-((2-метоксифенил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етил)-2-(2,4,6-триметоксифенил)этан-1-амин(2,4,6-TMPEA-NBOMe) (введена </w:t>
      </w:r>
      <w:hyperlink r:id="rId166" w:anchor="block_1013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10 июля 2023 г. N 1134)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1-(1-(2-Метоксифенил)-2-фенилэтил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 и его производные (введена </w:t>
      </w:r>
      <w:hyperlink r:id="rId167" w:anchor="block_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27 февраля 2015 г. N 174)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1-(2-(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метокс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фенил)метил)фенил)пиперидин и его производные (введена </w:t>
      </w:r>
      <w:hyperlink r:id="rId168" w:anchor="block_1861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25 октября 2014 г. N 1102)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4-((1-(3-Метоксифенил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иклогексил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)метил)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морфолин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(3-MeO-PCMMo) (введена </w:t>
      </w:r>
      <w:hyperlink r:id="rId169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N-[3-(2-метоксиэтил)-4,5-диметил-1,3-тиазол-2-илиден]-2,2,3,3- тетраметилциклопропан-1-карбоксамид (введена </w:t>
      </w:r>
      <w:hyperlink r:id="rId170" w:anchor="block_1000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ноября 2012 г. N 1215)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2-Метокси-7-этил-6,6a,7,8,9,10,12,13-октагидро-5H-6,9-метанопиридо[1',2':1,2]азепино[4,5-b]индол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ибогаин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171" w:anchor="block_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19 декабря 2018 г. N 1598)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Метопон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Мефедрон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(4-метилметкатинон) (введена </w:t>
      </w:r>
      <w:hyperlink r:id="rId172" w:anchor="block_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2010 г. N 578)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Мирофин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Митрагинин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(9-метокси-коринантеидин) и его производные, за исключением производных, включенных в качестве самостоятельных позиций в перечень (введена </w:t>
      </w:r>
      <w:hyperlink r:id="rId173" w:anchor="block_10138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 xml:space="preserve">Млечный сок разных видов мака, не являющихся маком снотворным (растение вида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Papaver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somniferum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L), но содержащих алкалоиды мака, включенные в списки наркотических средств и психотропных веществ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ММДА (2-метокси-альфа-4-метил 4, 5-(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метилендиокси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) 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енетиламин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Морамида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промежуточный продукт (2-метил-3-морфолин-1, 1-дифенил-пропан-карбоновая кислота)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Морферидин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Морфина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метобромид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Морфин-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-оксид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тил]-1-Н-индол-3-ил)(нафталин-1-ил)метан (JWH-195) и его производные, за исключением производных, включенных в качестве самостоятельных позиций в перечень (введена </w:t>
      </w:r>
      <w:hyperlink r:id="rId174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(4-Метилнафталин-1-ил)(1-[2-(4-морфолино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тил]-1H-индол-3-ил)метан (JWH-192) и его производные, за исключением производных, включенных в качестве самостоятельных позиций в перечень (введена </w:t>
      </w:r>
      <w:hyperlink r:id="rId175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(4-Метокси-1-нафтил)(1-[2-(4-морфолино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тил]-1H-индол-3-ил)метан (JWH-199) и его производные, за исключением производных, включенных в качестве самостоятельных позиций в перечень (введена </w:t>
      </w:r>
      <w:hyperlink r:id="rId176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тил]-1H-индол-3-ил)(нафталин-1-ил)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(JWH-200) и его производные, за исключением производных, включенных в качестве самостоятельных позиций в перечень (введена </w:t>
      </w:r>
      <w:hyperlink r:id="rId177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(4-Метилнафталин-1-ил)(1-[2-(4-морфолино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тил]-1H-индол-3-ил)метанон (JWH-193) и его производные, за исключением производных, включенных в качестве самостоятельных позиций в перечень (введена </w:t>
      </w:r>
      <w:hyperlink r:id="rId178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(4-Метокси-1-нафтил)(1-[2-(4-морфолино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тил]-1H-индол-3-ил)метанон (JWH-198) и его производные, за исключением производных, включенных в качестве самостоятельных позиций в перечень (введена </w:t>
      </w:r>
      <w:hyperlink r:id="rId179" w:anchor="block_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МППП (МФПП (1-метил-4-фенил-4-пиперидинол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пропионат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(эфир))</w:t>
      </w:r>
      <w:proofErr w:type="gram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Нафталин-1-ил-1-бензил-1Н-индазол-3-карбоксилат и его производные (введена </w:t>
      </w:r>
      <w:hyperlink r:id="rId180" w:anchor="block_1096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 июля 2015 г. N 665)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Нафталин-1-ил-1-бензил-1H-индол-3-карбоксилат и его производные (введена </w:t>
      </w:r>
      <w:hyperlink r:id="rId181" w:anchor="block_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N-(нафталин-1-ил)-1Н-индол-3-карбоксамид и его производные, за исключением производных, включенных в качестве самостоятельных позиций в перечень (введена </w:t>
      </w:r>
      <w:hyperlink r:id="rId182" w:anchor="block_109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10 июля 2013 г. N 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(Е)-1-[1-(Нафталин-1-илметилиден)-1Н-инден-3-ил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ентан (JWH-176) и его производные, за исключением производных, включенных в качестве самостоятельных позиций в перечень (введена </w:t>
      </w:r>
      <w:hyperlink r:id="rId183" w:anchor="block_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 xml:space="preserve">Нафталин-1-ил(1-(пент-4-енил)-1H-пирроло[2,3-b] пиридин-3-ил)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184" w:anchor="block_1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Нафталин-1-ил(1-пентил-1Н-бензимидазол-2-ил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185" w:anchor="block_1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Нафталин-1-ил-1-пентил-1Н-индазол-3-карбоксилат и его производные (введена </w:t>
      </w:r>
      <w:hyperlink r:id="rId186" w:anchor="block_1103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 июля 2015 г. N 665)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Нафталин-1-ил(9-пентил-9Н-карбазол-3-ил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Нафталин-1-ил-1-пентил-1Н-индол-3-карбоксилат и его производные (введена </w:t>
      </w:r>
      <w:hyperlink r:id="rId187" w:anchor="block_11030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25 октября 2014 г. N 1102)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N-(Нафталин-1-ил)-1-пентил-1H-пирроло[2,3-b] пиридин-3-карбоксамид и его производные (введена </w:t>
      </w:r>
      <w:hyperlink r:id="rId188" w:anchor="block_1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3-(Нафталин-1-илоксометил)-1-пентил-1Н-7-азаиндол и его производные, за исключением производных, включенных в качестве самостоятельных позиций в перечень (введена </w:t>
      </w:r>
      <w:hyperlink r:id="rId189" w:anchor="block_1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марта 2014 г. N 224)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3-(Нафталин-1-илоксометил)-1-пентил-1Н-индазол и его производные, за исключением производных, включенных в качестве самостоятельных позиций в перечень (введена </w:t>
      </w:r>
      <w:hyperlink r:id="rId190" w:anchor="block_1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марта 2014 г. N 224)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(Нафталин-1-ил)(1Н-пиррол-3-ил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191" w:anchor="block_10138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(Нафталин-1-ил)(4-пентилоксинафталин-1-ил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192" w:anchor="block_444209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мая 2012 г. N 491)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Нафталин-2-ил-1-(2-фторфенил)-1Н-индазол-3-карбоксилат (3-CAF) (введена </w:t>
      </w:r>
      <w:hyperlink r:id="rId193" w:anchor="block_101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N-Нафтил-1-пентил-1Н-индазол-3-карбоксамид и его производные (введена </w:t>
      </w:r>
      <w:hyperlink r:id="rId194" w:anchor="block_10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3-Нафтоилиндол [(1H-индол-3-ил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нафталин-1-ил)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 и его производные, за исключением производных, включенных в качестве самостоятельных позиций в перечень (введена </w:t>
      </w:r>
      <w:hyperlink r:id="rId195" w:anchor="block_10138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Никодикодин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Никокодин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Никоморфин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2-(5-Нитро-2-((4-(пропан-2-ил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)о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ксифенил)метил)-1H-бензимидазол-1-ил)-N,N-диэтилэтан-1-амин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изотонитазен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196" w:anchor="block_5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Норациметадол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Норкодеин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Норлеворфанол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Норметадон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Норморфин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Норпипанон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Оксиморфон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N-(1-(2-(5-оксо-4-этил-4,5-дигидро-1Н-тетразол-1-ил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тил)-4-фенилпиперидин-4-ил)-N-(2-фторфенил)пропанамид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трефентанил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197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Опий - свернувшийся сок мака снотворного (растение вида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Papaver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somniferum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L)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Орипавин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Пара-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флуорофентанил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(пара-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фторфентанил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Парагексил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(4-Метилнафталин-1-ил)(1-пентил-1H-индол-3-ил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(JWH-122) и его производные, за исключением производных, включенных в качестве самостоятельных позиций в перечень (введена </w:t>
      </w:r>
      <w:hyperlink r:id="rId198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(4-Метоксинафталин-1-ил)(1-пентил-1H-индол-3-ил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(JWH-081) и его производные, за исключением производных, включенных в качестве самостоятельных позиций в перечень (введена </w:t>
      </w:r>
      <w:hyperlink r:id="rId199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(Нафталин-1-ил)(1-пентил-1H-индол-3-ил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(JWH-018) и его производные, за исключением производных, включенных в качестве самостоятельных позиций в перечень (введена </w:t>
      </w:r>
      <w:hyperlink r:id="rId200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2-(1-Пентил-1Н-индазол-3-карбоксамидо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)у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ксусная кислота и ее производные (введена </w:t>
      </w:r>
      <w:hyperlink r:id="rId201" w:anchor="block_1970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27 февраля 2015 г. N 174)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(1-Пентил-1Н-индазол-3-ил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пиперазин-1-ил)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02" w:anchor="block_10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(1-Пентил-1H-индазол-3-ил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пирролидин-1-ил)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03" w:anchor="block_101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(1-Пентил-1H-индазол-3-ил) (2,2,3,3-тетраметилциклопропил)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04" w:anchor="block_1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2-(1-Пентил-1Н-индол-3-карбоксамидо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)у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ксусная кислота и ее производные (введена </w:t>
      </w:r>
      <w:hyperlink r:id="rId205" w:anchor="block_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27 февраля 2015 г. N 174)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1-Пентил-1Н-индол-3-ил-(1-нафтил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(JWH-175) и его производные, за исключением производных, включенных в качестве самостоятельных позиций в перечень (введена </w:t>
      </w:r>
      <w:hyperlink r:id="rId206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пиридин-3-ил)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07" w:anchor="block_1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(1-Пентил-1H-индол-3-ил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пирролидин-1-ил)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08" w:anchor="block_10112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1-Пентил-1Н-индол-3-ил-(4-метил-1-нафтил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(JWH-184) и его производные, за исключением производных, включенных в качестве самостоятельных позиций в перечень (введена </w:t>
      </w:r>
      <w:hyperlink r:id="rId209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1-Пентил-1Н-индол-3-ил-(4-метокси-1-нафтил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)м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етан (JWH-185) и его производные, за исключением производных, включенных в качестве самостоятельных позиций в перечень (введена </w:t>
      </w:r>
      <w:hyperlink r:id="rId210" w:anchor="block_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(1-Пентил-1Н-индол-3-ил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)(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пиперазин-1-ил)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11" w:anchor="block_10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1-Пентил-N-(хинолин-8-ил)-1H-индол-3-карбоксамид и его производные (введена </w:t>
      </w:r>
      <w:hyperlink r:id="rId212" w:anchor="block_1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ПЕПАП (1-фенэтил-4-фенил-4-пиперидинол ацетат (эфир))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Петидин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Петидин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промежуточный продукт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(4-циано-1-метил-4-фенилпиперидин)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Петидин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промежуточный продукт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В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(этиловый эфир-4-фенилпиперидин-4-карбоновой кислоты) (введена </w:t>
      </w:r>
      <w:hyperlink r:id="rId213" w:anchor="block_22005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Петидин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промежуточный продукт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С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(1-метил-4-фенилпиперидин-4-карбоновой кислоты) (введена </w:t>
      </w:r>
      <w:hyperlink r:id="rId214" w:anchor="block_22005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Пиминодин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(Пиперидин-2-ил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ифенилметан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215" w:anchor="block_10138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2-(4-пиперидин-1-ил-фенил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)-</w:t>
      </w:r>
      <w:proofErr w:type="spellStart"/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этиламид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5-хлоро-3-этил-1Н-индол-2-карбоновой кислоты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Org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27569) и его производные, за исключением производных, включенных в качестве самостоятельных позиций в перечень (введена </w:t>
      </w:r>
      <w:hyperlink r:id="rId216" w:anchor="block_109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10 июля 2013 г. N 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1-(Пиридин-2-ил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роп-2-иламин и его производные, за исключением производных, включенных в качестве самостоятельных позиций в перечень (введена </w:t>
      </w:r>
      <w:hyperlink r:id="rId217" w:anchor="block_10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марта 2014 г. N 224)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(Пирролидин-2-ил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ифенилметан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218" w:anchor="block_10138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2-(Пирролидин-1-ил)-1-(тиофен-2-ил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утан-1-он и его производные (введена </w:t>
      </w:r>
      <w:hyperlink r:id="rId219" w:anchor="block_1476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 июля 2015 г. N 665)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2-(пирролидин-1-ил)-1-(тиофен-2-ил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ентан-1-он и его производные, за исключением производных, включенных в качестве самостоятельных позиций в перечень (введена </w:t>
      </w:r>
      <w:hyperlink r:id="rId220" w:anchor="block_10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ноября 2013 г. N 998)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ПМА (4-метокси-альфа-метилфенил-этиламин)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Прогептазин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Псилоцибин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Псилоцин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Рацеметорфан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Рацеморамид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Рацеморфан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Ролициклидин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Сальвинорин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221" w:anchor="block_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2С-В (4-бром-2,5-диметоксифенетиламин)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СТП (ДОМ) [2-амино-1-(2,5-диметокси-4-метил)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фенилпропан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Тебакон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ацетилдигидрокодеинон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Теноциклидин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(ТЦП)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Тетрагидроканнабинолы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(все изомеры) и их производные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3-(2,2,3,3-тетраметилциклопропанкарбонил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)и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ндол и его производные, за исключением производных, включенных в качестве самостоятельных позиций в перечень (введена </w:t>
      </w:r>
      <w:hyperlink r:id="rId222" w:anchor="block_10013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января 2017 г. N 26)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2-Тиофен-2-илэтиламин и его производные, за исключением производных, включенных в качестве самостоятельных позиций в перечень (введена </w:t>
      </w:r>
      <w:hyperlink r:id="rId223" w:anchor="block_10138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Тиофентанил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ТМА (d, L-3,4,5-триметокси-альфа-метилфенил-амин)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TFMPP (1-(3-трифлюорометилфенил)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пиперазин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24" w:anchor="block_22005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Фенадоксон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Феназоцин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Фенампромид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Фенатин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N-фенил-1-пентил-1H-индол-3-карбоксамид и его производные (введена </w:t>
      </w:r>
      <w:hyperlink r:id="rId225" w:anchor="block_2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1-Фенилпиперазин и его производные, за исключением производных, включенных в качестве самостоятельных позиций в перечень (введена </w:t>
      </w:r>
      <w:hyperlink r:id="rId226" w:anchor="block_10138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5-Фенил-N-(пиперидин-1-ил)-1H-пиразол-3-карбоксамид и его производные (введена </w:t>
      </w:r>
      <w:hyperlink r:id="rId227" w:anchor="block_2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N-(2-фенилпропан-2-ил)-1-пентил-1H-пирроло[2,3-b]пиридин-3-карбоксамид и его производные (введена </w:t>
      </w:r>
      <w:hyperlink r:id="rId228" w:anchor="block_2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N-фенил-N-[1-(тиофен-2-илметил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иперидин-4-ил]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пропанамид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тенилфентанил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29" w:anchor="block_2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N-фенил-N(1-(2-фенилэтил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иперидин-4-ил]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30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N-фенил-N-(1-(2-фенилэтил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иперидин-4-ил)-1,3-бензодиоксол-5-карбоксамид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бензодиоксолфентанил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31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N-фенил-N-(1-(2-фенилэтил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иперидин-4-ил)тиофен-2-карбоксамид (2-тиофуранилфентанил) (введена </w:t>
      </w:r>
      <w:hyperlink r:id="rId232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N-фенил-N-(1-(2-фенилэтил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иперидин-4-ил)фуран-3-карбоксамид (3-фуранилфентанил) (введена </w:t>
      </w:r>
      <w:hyperlink r:id="rId233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N-фенил-N-(1-(2-(фуран-2-ил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тил)пиперидин-4-ил)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пропанамид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(2-фуранилэтилфентанил) (введена </w:t>
      </w:r>
      <w:hyperlink r:id="rId234" w:anchor="block_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августа 2019 г. N 1041)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1-Фенилциклогексиламин и его производные, за исключением производных, включенных в качестве самостоятельных позиций в перечень (введена </w:t>
      </w:r>
      <w:hyperlink r:id="rId235" w:anchor="block_10138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6 октября 2011 г. N 822)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Фенилацетилиндол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[1-(1Н-индол-3-ил)-2-фенилэтанон] и его производные, за исключением производных, включенных в качестве самостоятельных позиций в перечень (введена </w:t>
      </w:r>
      <w:hyperlink r:id="rId236" w:anchor="block_1014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июля 2011 г. N 540)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Фенциклидин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Феноморфан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Феноперидин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Фенфлурамин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237" w:anchor="block_22005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июля 2006 г. N 421)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Фолькодин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Фуранилфентанил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[N-фенил-N-(1-(2-фенилэтил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иперидин-4-ил)фуран- 2-карбоксамид] и его производные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Фуретидин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Хелиамин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(6,7-диметокси-1,2,3,4-тетрагидроизохинолин) (введена </w:t>
      </w:r>
      <w:hyperlink r:id="rId238" w:anchor="block_10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9 сентября 2013 г. N 788)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Хинолин-8-ил-1-бензил-1H-индазол-3-карбоксилат и его производные (введена </w:t>
      </w:r>
      <w:hyperlink r:id="rId239" w:anchor="block_1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Хинолин-8-ил-1-пентил-1H-индазол-3-карбоксилат и его производные (введена </w:t>
      </w:r>
      <w:hyperlink r:id="rId240" w:anchor="block_117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23 июня 2014 г. N 578)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Хинолин-8-ил-1-пентил-1Н-индол-3-карбоксилат и его производные, за исключением производных, включенных в качестве самостоятельных позиций в перечень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241" w:anchor="block_109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от 10 июля 2013 г. N 580)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Хинолин-8-иламид 1-пентил-1Н-индазол-3-карбоновой кислоты и его производные, за исключением производных, включенных в качестве самостоятельных позиций в перечень (введена </w:t>
      </w:r>
      <w:hyperlink r:id="rId242" w:anchor="block_10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марта 2014 г. N 224)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Хинолин-8-иловый эфир 1-бензил-1Н-индол-3-карбоновой кислоты и его производные, за исключением производных, включенных в качестве самостоятельных позиций в перечень (введена </w:t>
      </w:r>
      <w:hyperlink r:id="rId243" w:anchor="block_101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марта 2014 г. N 224)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Хинолин-8-иловый эфир 3-(пиперидин-1-илсульфонил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ензойной кислоты и его производные (введена </w:t>
      </w:r>
      <w:hyperlink r:id="rId244" w:anchor="block_13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13 марта 2020 г. N 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Хинолин-8-ил-1-пентил-1Н-пирроло[2,3-с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]п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иридин-3-карбоксилат и его производные (введена </w:t>
      </w:r>
      <w:hyperlink r:id="rId245" w:anchor="block_2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Хлорфенилпиперазин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246" w:anchor="block_2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30 июня 2010 г. N 486)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Циклогексил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-[1,1'-бифенил]-3-илкарбамат (URB602) (введена </w:t>
      </w:r>
      <w:hyperlink r:id="rId247" w:anchor="block_10113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4-хлор-N-(1-фенэтилпиперидин-2-илиден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ензолсульфонамид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248" w:anchor="block_10014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18 января 2017 г. N 26)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1-циклогексил-4-(1,2-дифенилэтил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иперазин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 (введена </w:t>
      </w:r>
      <w:hyperlink r:id="rId249" w:anchor="block_10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ноября 2013 г. N 998)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Экгонин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Экстракт маковой соломы (концентрат маковой соломы)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N-этил-МДА (N-этил-альфа-метил-3,4-(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метилендиокси</w:t>
      </w:r>
      <w:proofErr w:type="spellEnd"/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енэтиламин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MDE)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Этилметилтиамбутен</w:t>
      </w:r>
      <w:proofErr w:type="spellEnd"/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1-Этил-1-пентил-3-(1-нафтоил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)и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ндол (JWH-116) и его производные, за исключением производных, включенных в качестве самостоятельных позиций в перечень (введена </w:t>
      </w:r>
      <w:hyperlink r:id="rId250" w:anchor="block_12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31 декабря 2009 г. N 1186)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1-Этилпиперидин-3-ил 2-гидрокси-2,2-дифенилацетат (JB-318) (введена </w:t>
      </w:r>
      <w:hyperlink r:id="rId251" w:anchor="block_2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Этициклидин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Этоксеридин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Этонитазен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Этриптамин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Эфедрон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меткатинон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Раздел "Психотропные вещества" изменен с 31 декабря 2021 г. - </w:t>
      </w:r>
      <w:hyperlink r:id="rId252" w:anchor="block_41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53" w:anchor="/document/0/block/20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предыдущую редакцию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Психотропные вещества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2-Амино-1-(4-бром-2,5-диметоксифенил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танон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 (введена </w:t>
      </w:r>
      <w:hyperlink r:id="rId254" w:anchor="block_101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8 мая 2015 г. N 448)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Амфетамин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5-(4-Бром-2,5-диметоксифенил)-4,5-дигидро-1,3-оксазол-2-амин (2C-B-AR)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255" w:anchor="block_5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2-(2,3-Дигидро-1-бензофуран-5-ил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)э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тан-1-амин (5-AEDB) (введена </w:t>
      </w:r>
      <w:hyperlink r:id="rId256" w:anchor="block_5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3-(2,6-Дихлорфенил)-2-этил-3,4-дигидрохиназолин-4-он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хлороквалон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57" w:anchor="block_3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Катин (d-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норпсевдоэфедрин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Катинон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(L-альфа-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аминопропиофенон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Меклоквалон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Метаквалон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4-метиламинорекс и его производные, за исключением производных, включенных в качестве самостоятельных позиций в перечень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2-Метил-3-(2-метил-4-хлорфенил)-5-хлорхиназолин-4(3H)-он (SL-164)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258" w:anchor="block_51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20 декабря 2021 г. N 2367)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2-Метил-3-(2-метокси-4-нитрофенил)-3,4-дигидрохиназолин-4-он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нитрометаквалон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59" w:anchor="block_3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Метилфенидат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риталин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и его производные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N-метил-2-фенилпропан-1-амин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фенпрометамин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введена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260" w:anchor="block_139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13 марта 2020 г. N 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(2-Морфолин-4-илэтил)-1-фенилциклогексан-1-карбоксилат (PRE-084) (введена </w:t>
      </w:r>
      <w:hyperlink r:id="rId261" w:anchor="block_1012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29 июля 2017 г. N 903)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1,3,7-Триметил-8-((2-[метил(1-фенилпропан-2-ил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мино]этил)амино)-3,7-дигидро-1Н-пурин-2,6-дион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фенкамин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62" w:anchor="block_140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13 марта 2020 г. N 275)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Фенетиллин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(введена </w:t>
      </w:r>
      <w:hyperlink r:id="rId263" w:anchor="block_3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30 июня 2010 г. N 486)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1-Фенил-2-пропанон (введена </w:t>
      </w:r>
      <w:hyperlink r:id="rId264" w:anchor="block_10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21 апреля 2010 г. N 255)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3-(2-Этилфенил)-2-метил-3,4-дигидрохиназолин-4-oн (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этаквалон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 (введена </w:t>
      </w:r>
      <w:hyperlink r:id="rId265" w:anchor="block_35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22 июня 2018 г. N 718)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Прекурсоры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изменены с 16 октября 2022 г. - </w:t>
      </w:r>
      <w:hyperlink r:id="rId266" w:anchor="block_1011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15 июня 2022 г. N 1074</w:t>
      </w:r>
    </w:p>
    <w:p w:rsidR="000B0238" w:rsidRPr="000B0238" w:rsidRDefault="000B0238" w:rsidP="000B0238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67" w:anchor="/document/0/block/4442093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предыдущую редакцию</w:t>
        </w:r>
      </w:hyperlink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B0238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Прекурсоры</w:t>
      </w:r>
      <w:proofErr w:type="spellEnd"/>
      <w:r w:rsidRPr="000B0238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 </w:t>
      </w: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(введен </w:t>
      </w:r>
      <w:hyperlink r:id="rId268" w:anchor="block_100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России от 1 октября 2012 г. N 1003)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0B0238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Альфа-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ацетилфенилацетонитрил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ацетилантраниловая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кислота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1-бензил-3-метил-4-пиперидинон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1-(1,3-Бензодиоксол-5-ил)-2-иодпропан-1-он (введена </w:t>
      </w:r>
      <w:hyperlink r:id="rId269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2-Бром-1-(2,4-диметилфенил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0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2-Бром-1-(2,5-диметилфенил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1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2-Бром-1-(2,6-диметилфенил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2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2-Бром-1-(3,4-диметилфенил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3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4-Бром-2,2-дифенилпентаннитрил (введена </w:t>
      </w:r>
      <w:hyperlink r:id="rId274" w:anchor="block_10112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2-бром-1-(4-метилфенил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2-Бром-1-(4-метоксифенил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5" w:anchor="block_10114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1-бром-2-фенилэтан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2-Бром-1-(4-этилфенил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6" w:anchor="block_10116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1-диметиламино-2-хлорпропан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2,2-Дифенил-4-хлорпентаннитрил (введена </w:t>
      </w:r>
      <w:hyperlink r:id="rId277" w:anchor="block_10118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Изосафрол</w:t>
      </w:r>
    </w:p>
    <w:p w:rsidR="000B0238" w:rsidRPr="000B0238" w:rsidRDefault="000B0238" w:rsidP="000B0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2-Иод-1-(2,4-диметилфенил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ропан-1-он (введена </w:t>
      </w:r>
      <w:hyperlink r:id="rId278" w:anchor="block_10120" w:history="1">
        <w:r w:rsidRPr="000B0238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15 июня 2022 г. N 1074)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3,4-метилендиоксифенил-2-бромпентан-1-он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3,4-метилендиоксифенил-2-бромпропан-1-он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3,4-метилендиоксифенил-2-нитропропен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3,4-метилендиоксифенил-2-пропанон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3-Метил-1-фенэтил-4-пиперидинон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N-(3-метил-4-пиперидинил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)а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нилин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N-(3-метил-4-пиперидинил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ропионанилид</w:t>
      </w:r>
      <w:proofErr w:type="spellEnd"/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Сафрол, в том числе в виде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сассафрасового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масла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1-фенил-2-нитропропен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2-(1-фенилэтил)-3-метоксикарбонил-4-пиперидон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1-хлор-2-фенилэтан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1-(1-циклогексен-1-ил</w:t>
      </w:r>
      <w:proofErr w:type="gram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)п</w:t>
      </w:r>
      <w:proofErr w:type="gram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иперидин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Изомеры, в том числе стереоизомеры (если таковые определенно не исключены), наркотических средств и психотропных веществ, перечисленных в этом списке, в тех случаях, когда существование таких изомеров, в том числе стереоизомеров, возможно в рамках данного химического обозначения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Эфиры сложные и простые наркотических средств и психотропных веществ, перечисленных в данном списке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Соли всех наркотических средств, психотропных веществ и их </w:t>
      </w:r>
      <w:proofErr w:type="spellStart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прекурсоров</w:t>
      </w:r>
      <w:proofErr w:type="spellEnd"/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перечисленных в данном списке, если существование таких солей возможно</w:t>
      </w:r>
    </w:p>
    <w:p w:rsidR="000B0238" w:rsidRPr="000B0238" w:rsidRDefault="000B0238" w:rsidP="000B023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B0238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Все смеси, в состав которых входят наркотические средства и психотропные вещества данного списка, независимо от их количества</w:t>
      </w:r>
    </w:p>
    <w:p w:rsidR="00B260D0" w:rsidRDefault="00B260D0"/>
    <w:sectPr w:rsidR="00B26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38"/>
    <w:rsid w:val="000B0238"/>
    <w:rsid w:val="00B2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2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B02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2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02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02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0238"/>
    <w:rPr>
      <w:color w:val="800080"/>
      <w:u w:val="single"/>
    </w:rPr>
  </w:style>
  <w:style w:type="paragraph" w:customStyle="1" w:styleId="s3">
    <w:name w:val="s_3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B0238"/>
  </w:style>
  <w:style w:type="character" w:customStyle="1" w:styleId="s91">
    <w:name w:val="s_91"/>
    <w:basedOn w:val="a0"/>
    <w:rsid w:val="000B0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2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0B02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2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02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B02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0238"/>
    <w:rPr>
      <w:color w:val="800080"/>
      <w:u w:val="single"/>
    </w:rPr>
  </w:style>
  <w:style w:type="paragraph" w:customStyle="1" w:styleId="s3">
    <w:name w:val="s_3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B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B0238"/>
  </w:style>
  <w:style w:type="character" w:customStyle="1" w:styleId="s91">
    <w:name w:val="s_91"/>
    <w:basedOn w:val="a0"/>
    <w:rsid w:val="000B0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64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25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7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1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61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07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802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95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72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80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963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85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496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5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579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base.garant.ru/71738428/08a742726680e67ea24aea39a39acab0/" TargetMode="External"/><Relationship Id="rId21" Type="http://schemas.openxmlformats.org/officeDocument/2006/relationships/hyperlink" Target="https://base.garant.ru/12183979/" TargetMode="External"/><Relationship Id="rId42" Type="http://schemas.openxmlformats.org/officeDocument/2006/relationships/hyperlink" Target="https://base.garant.ru/73751712/e7ac822ef106d83676a04c6b6676fd2d/" TargetMode="External"/><Relationship Id="rId63" Type="http://schemas.openxmlformats.org/officeDocument/2006/relationships/hyperlink" Target="https://base.garant.ru/12190578/7ca2460cf7fc347c6525c09928bede03/" TargetMode="External"/><Relationship Id="rId84" Type="http://schemas.openxmlformats.org/officeDocument/2006/relationships/hyperlink" Target="https://base.garant.ru/12172183/e2de7820abe42bb2f7d00c48f318f69c/" TargetMode="External"/><Relationship Id="rId138" Type="http://schemas.openxmlformats.org/officeDocument/2006/relationships/hyperlink" Target="https://base.garant.ru/70819382/254a6179a67f0060b7b560f374375737/" TargetMode="External"/><Relationship Id="rId159" Type="http://schemas.openxmlformats.org/officeDocument/2006/relationships/hyperlink" Target="https://base.garant.ru/12190578/7ca2460cf7fc347c6525c09928bede03/" TargetMode="External"/><Relationship Id="rId170" Type="http://schemas.openxmlformats.org/officeDocument/2006/relationships/hyperlink" Target="https://base.garant.ru/70269176/628f52107de63be1e3d91adaa04905c8/" TargetMode="External"/><Relationship Id="rId191" Type="http://schemas.openxmlformats.org/officeDocument/2006/relationships/hyperlink" Target="https://base.garant.ru/12190578/7ca2460cf7fc347c6525c09928bede03/" TargetMode="External"/><Relationship Id="rId205" Type="http://schemas.openxmlformats.org/officeDocument/2006/relationships/hyperlink" Target="https://base.garant.ru/70884470/535cca7f20bd30e8f568a1da47c4234a/" TargetMode="External"/><Relationship Id="rId226" Type="http://schemas.openxmlformats.org/officeDocument/2006/relationships/hyperlink" Target="https://base.garant.ru/12190578/7ca2460cf7fc347c6525c09928bede03/" TargetMode="External"/><Relationship Id="rId247" Type="http://schemas.openxmlformats.org/officeDocument/2006/relationships/hyperlink" Target="https://base.garant.ru/71738428/08a742726680e67ea24aea39a39acab0/" TargetMode="External"/><Relationship Id="rId107" Type="http://schemas.openxmlformats.org/officeDocument/2006/relationships/hyperlink" Target="https://base.garant.ru/70500094/cca20c4a0793c791e954cec06b414526/" TargetMode="External"/><Relationship Id="rId268" Type="http://schemas.openxmlformats.org/officeDocument/2006/relationships/hyperlink" Target="https://base.garant.ru/70236386/905002d394b06a9a2792de35e9775d59/" TargetMode="External"/><Relationship Id="rId11" Type="http://schemas.openxmlformats.org/officeDocument/2006/relationships/hyperlink" Target="https://base.garant.ru/10108000/528e89b4c3957e42f208a9e1f597ee12/" TargetMode="External"/><Relationship Id="rId32" Type="http://schemas.openxmlformats.org/officeDocument/2006/relationships/hyperlink" Target="https://base.garant.ru/403290563/" TargetMode="External"/><Relationship Id="rId53" Type="http://schemas.openxmlformats.org/officeDocument/2006/relationships/hyperlink" Target="https://base.garant.ru/70685504/04949993b91fb4f254bb59dd19f516ce/" TargetMode="External"/><Relationship Id="rId74" Type="http://schemas.openxmlformats.org/officeDocument/2006/relationships/hyperlink" Target="https://base.garant.ru/12172183/e2de7820abe42bb2f7d00c48f318f69c/" TargetMode="External"/><Relationship Id="rId128" Type="http://schemas.openxmlformats.org/officeDocument/2006/relationships/hyperlink" Target="https://base.garant.ru/71974602/b585db935f3789da36d18af8d4f060d4/" TargetMode="External"/><Relationship Id="rId149" Type="http://schemas.openxmlformats.org/officeDocument/2006/relationships/hyperlink" Target="https://base.garant.ru/12172183/e2de7820abe42bb2f7d00c48f318f69c/" TargetMode="External"/><Relationship Id="rId5" Type="http://schemas.openxmlformats.org/officeDocument/2006/relationships/hyperlink" Target="https://ivo.garant.ru/" TargetMode="External"/><Relationship Id="rId95" Type="http://schemas.openxmlformats.org/officeDocument/2006/relationships/hyperlink" Target="https://base.garant.ru/407388764/3ae171e26ea41fabedb66fa6faf363c6/" TargetMode="External"/><Relationship Id="rId160" Type="http://schemas.openxmlformats.org/officeDocument/2006/relationships/hyperlink" Target="https://base.garant.ru/71738428/08a742726680e67ea24aea39a39acab0/" TargetMode="External"/><Relationship Id="rId181" Type="http://schemas.openxmlformats.org/officeDocument/2006/relationships/hyperlink" Target="https://base.garant.ru/70685504/04949993b91fb4f254bb59dd19f516ce/" TargetMode="External"/><Relationship Id="rId216" Type="http://schemas.openxmlformats.org/officeDocument/2006/relationships/hyperlink" Target="https://base.garant.ru/70413270/f7ddf550c8a651b9629fe1b80831f134/" TargetMode="External"/><Relationship Id="rId237" Type="http://schemas.openxmlformats.org/officeDocument/2006/relationships/hyperlink" Target="https://base.garant.ru/12148239/2eea1bf57a581579dd7f5f735cf1383f/" TargetMode="External"/><Relationship Id="rId258" Type="http://schemas.openxmlformats.org/officeDocument/2006/relationships/hyperlink" Target="https://base.garant.ru/403290563/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base.garant.ru/403004868/3c446cdb5140cdf1c9ae542577e0c743/" TargetMode="External"/><Relationship Id="rId43" Type="http://schemas.openxmlformats.org/officeDocument/2006/relationships/hyperlink" Target="https://base.garant.ru/403290563/" TargetMode="External"/><Relationship Id="rId64" Type="http://schemas.openxmlformats.org/officeDocument/2006/relationships/hyperlink" Target="https://base.garant.ru/407388764/3ae171e26ea41fabedb66fa6faf363c6/" TargetMode="External"/><Relationship Id="rId118" Type="http://schemas.openxmlformats.org/officeDocument/2006/relationships/hyperlink" Target="https://base.garant.ru/12148239/2eea1bf57a581579dd7f5f735cf1383f/" TargetMode="External"/><Relationship Id="rId139" Type="http://schemas.openxmlformats.org/officeDocument/2006/relationships/hyperlink" Target="https://base.garant.ru/73751712/e7ac822ef106d83676a04c6b6676fd2d/" TargetMode="External"/><Relationship Id="rId85" Type="http://schemas.openxmlformats.org/officeDocument/2006/relationships/hyperlink" Target="https://base.garant.ru/12172183/e2de7820abe42bb2f7d00c48f318f69c/" TargetMode="External"/><Relationship Id="rId150" Type="http://schemas.openxmlformats.org/officeDocument/2006/relationships/hyperlink" Target="https://base.garant.ru/74461089/5bc40ed32fdbda13466221d32b8463e1/" TargetMode="External"/><Relationship Id="rId171" Type="http://schemas.openxmlformats.org/officeDocument/2006/relationships/hyperlink" Target="https://base.garant.ru/72136040/6142551196b5f660b2f6f598e0a7e4cd/" TargetMode="External"/><Relationship Id="rId192" Type="http://schemas.openxmlformats.org/officeDocument/2006/relationships/hyperlink" Target="https://base.garant.ru/70178742/87caf58163718fe90df171d2e011e4d6/" TargetMode="External"/><Relationship Id="rId206" Type="http://schemas.openxmlformats.org/officeDocument/2006/relationships/hyperlink" Target="https://base.garant.ru/12172183/e2de7820abe42bb2f7d00c48f318f69c/" TargetMode="External"/><Relationship Id="rId227" Type="http://schemas.openxmlformats.org/officeDocument/2006/relationships/hyperlink" Target="https://base.garant.ru/71974602/b585db935f3789da36d18af8d4f060d4/" TargetMode="External"/><Relationship Id="rId248" Type="http://schemas.openxmlformats.org/officeDocument/2006/relationships/hyperlink" Target="https://base.garant.ru/71590034/965ac5f047ddf63d3849b9274f7db010/" TargetMode="External"/><Relationship Id="rId269" Type="http://schemas.openxmlformats.org/officeDocument/2006/relationships/hyperlink" Target="https://base.garant.ru/404847835/991fae6f92a46ae6f67b17e2eb3e1c37/" TargetMode="External"/><Relationship Id="rId12" Type="http://schemas.openxmlformats.org/officeDocument/2006/relationships/hyperlink" Target="https://base.garant.ru/70705850/" TargetMode="External"/><Relationship Id="rId33" Type="http://schemas.openxmlformats.org/officeDocument/2006/relationships/hyperlink" Target="https://base.garant.ru/403290563/" TargetMode="External"/><Relationship Id="rId108" Type="http://schemas.openxmlformats.org/officeDocument/2006/relationships/hyperlink" Target="https://base.garant.ru/71974602/b585db935f3789da36d18af8d4f060d4/" TargetMode="External"/><Relationship Id="rId129" Type="http://schemas.openxmlformats.org/officeDocument/2006/relationships/hyperlink" Target="https://base.garant.ru/407388764/3ae171e26ea41fabedb66fa6faf363c6/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base.garant.ru/70685504/04949993b91fb4f254bb59dd19f516ce/" TargetMode="External"/><Relationship Id="rId75" Type="http://schemas.openxmlformats.org/officeDocument/2006/relationships/hyperlink" Target="https://base.garant.ru/407388764/3ae171e26ea41fabedb66fa6faf363c6/" TargetMode="External"/><Relationship Id="rId96" Type="http://schemas.openxmlformats.org/officeDocument/2006/relationships/hyperlink" Target="https://base.garant.ru/71974602/b585db935f3789da36d18af8d4f060d4/" TargetMode="External"/><Relationship Id="rId140" Type="http://schemas.openxmlformats.org/officeDocument/2006/relationships/hyperlink" Target="https://base.garant.ru/72622416/d92d8eebc6ae22b10215cf382ddd9071/" TargetMode="External"/><Relationship Id="rId161" Type="http://schemas.openxmlformats.org/officeDocument/2006/relationships/hyperlink" Target="https://base.garant.ru/403290563/" TargetMode="External"/><Relationship Id="rId182" Type="http://schemas.openxmlformats.org/officeDocument/2006/relationships/hyperlink" Target="https://base.garant.ru/70413270/f7ddf550c8a651b9629fe1b80831f134/" TargetMode="External"/><Relationship Id="rId217" Type="http://schemas.openxmlformats.org/officeDocument/2006/relationships/hyperlink" Target="https://base.garant.ru/70623798/d886dcbcdfeec50c35d331899802b2c2/" TargetMode="External"/><Relationship Id="rId6" Type="http://schemas.openxmlformats.org/officeDocument/2006/relationships/hyperlink" Target="https://base.garant.ru/70237124/e64aaac97a0cfc4408f9c6c040960d40/" TargetMode="External"/><Relationship Id="rId238" Type="http://schemas.openxmlformats.org/officeDocument/2006/relationships/hyperlink" Target="https://base.garant.ru/70447752/bac2ea08cadbf2848c7ab491aa97b143/" TargetMode="External"/><Relationship Id="rId259" Type="http://schemas.openxmlformats.org/officeDocument/2006/relationships/hyperlink" Target="https://base.garant.ru/71974602/b585db935f3789da36d18af8d4f060d4/" TargetMode="External"/><Relationship Id="rId23" Type="http://schemas.openxmlformats.org/officeDocument/2006/relationships/hyperlink" Target="https://base.garant.ru/403004868/" TargetMode="External"/><Relationship Id="rId119" Type="http://schemas.openxmlformats.org/officeDocument/2006/relationships/hyperlink" Target="https://base.garant.ru/403290563/" TargetMode="External"/><Relationship Id="rId270" Type="http://schemas.openxmlformats.org/officeDocument/2006/relationships/hyperlink" Target="https://base.garant.ru/404847835/991fae6f92a46ae6f67b17e2eb3e1c37/" TargetMode="External"/><Relationship Id="rId44" Type="http://schemas.openxmlformats.org/officeDocument/2006/relationships/hyperlink" Target="https://base.garant.ru/70178742/87caf58163718fe90df171d2e011e4d6/" TargetMode="External"/><Relationship Id="rId65" Type="http://schemas.openxmlformats.org/officeDocument/2006/relationships/hyperlink" Target="https://base.garant.ru/71974602/b585db935f3789da36d18af8d4f060d4/" TargetMode="External"/><Relationship Id="rId86" Type="http://schemas.openxmlformats.org/officeDocument/2006/relationships/hyperlink" Target="https://base.garant.ru/12172183/e2de7820abe42bb2f7d00c48f318f69c/" TargetMode="External"/><Relationship Id="rId130" Type="http://schemas.openxmlformats.org/officeDocument/2006/relationships/hyperlink" Target="https://base.garant.ru/73751712/e7ac822ef106d83676a04c6b6676fd2d/" TargetMode="External"/><Relationship Id="rId151" Type="http://schemas.openxmlformats.org/officeDocument/2006/relationships/hyperlink" Target="https://base.garant.ru/70685504/04949993b91fb4f254bb59dd19f516ce/" TargetMode="External"/><Relationship Id="rId172" Type="http://schemas.openxmlformats.org/officeDocument/2006/relationships/hyperlink" Target="https://base.garant.ru/12177617/3fead13c83acca6523c674fa59a42495/" TargetMode="External"/><Relationship Id="rId193" Type="http://schemas.openxmlformats.org/officeDocument/2006/relationships/hyperlink" Target="https://base.garant.ru/71738428/08a742726680e67ea24aea39a39acab0/" TargetMode="External"/><Relationship Id="rId202" Type="http://schemas.openxmlformats.org/officeDocument/2006/relationships/hyperlink" Target="https://base.garant.ru/70447752/bac2ea08cadbf2848c7ab491aa97b143/" TargetMode="External"/><Relationship Id="rId207" Type="http://schemas.openxmlformats.org/officeDocument/2006/relationships/hyperlink" Target="https://base.garant.ru/70685504/04949993b91fb4f254bb59dd19f516ce/" TargetMode="External"/><Relationship Id="rId223" Type="http://schemas.openxmlformats.org/officeDocument/2006/relationships/hyperlink" Target="https://base.garant.ru/12190578/7ca2460cf7fc347c6525c09928bede03/" TargetMode="External"/><Relationship Id="rId228" Type="http://schemas.openxmlformats.org/officeDocument/2006/relationships/hyperlink" Target="https://base.garant.ru/71974602/b585db935f3789da36d18af8d4f060d4/" TargetMode="External"/><Relationship Id="rId244" Type="http://schemas.openxmlformats.org/officeDocument/2006/relationships/hyperlink" Target="https://base.garant.ru/73751712/e7ac822ef106d83676a04c6b6676fd2d/" TargetMode="External"/><Relationship Id="rId249" Type="http://schemas.openxmlformats.org/officeDocument/2006/relationships/hyperlink" Target="https://base.garant.ru/70500094/cca20c4a0793c791e954cec06b414526/" TargetMode="External"/><Relationship Id="rId13" Type="http://schemas.openxmlformats.org/officeDocument/2006/relationships/hyperlink" Target="https://base.garant.ru/70804936/" TargetMode="External"/><Relationship Id="rId18" Type="http://schemas.openxmlformats.org/officeDocument/2006/relationships/hyperlink" Target="https://base.garant.ru/12154514/b90c5328be03c804f46ad8d492056db5/" TargetMode="External"/><Relationship Id="rId39" Type="http://schemas.openxmlformats.org/officeDocument/2006/relationships/hyperlink" Target="https://base.garant.ru/12190578/7ca2460cf7fc347c6525c09928bede03/" TargetMode="External"/><Relationship Id="rId109" Type="http://schemas.openxmlformats.org/officeDocument/2006/relationships/hyperlink" Target="https://base.garant.ru/72136040/6142551196b5f660b2f6f598e0a7e4cd/" TargetMode="External"/><Relationship Id="rId260" Type="http://schemas.openxmlformats.org/officeDocument/2006/relationships/hyperlink" Target="https://base.garant.ru/73751712/e7ac822ef106d83676a04c6b6676fd2d/" TargetMode="External"/><Relationship Id="rId265" Type="http://schemas.openxmlformats.org/officeDocument/2006/relationships/hyperlink" Target="https://base.garant.ru/71974602/b585db935f3789da36d18af8d4f060d4/" TargetMode="External"/><Relationship Id="rId34" Type="http://schemas.openxmlformats.org/officeDocument/2006/relationships/hyperlink" Target="https://base.garant.ru/73751712/e7ac822ef106d83676a04c6b6676fd2d/" TargetMode="External"/><Relationship Id="rId50" Type="http://schemas.openxmlformats.org/officeDocument/2006/relationships/hyperlink" Target="https://base.garant.ru/70884470/535cca7f20bd30e8f568a1da47c4234a/" TargetMode="External"/><Relationship Id="rId55" Type="http://schemas.openxmlformats.org/officeDocument/2006/relationships/hyperlink" Target="https://base.garant.ru/72622416/d92d8eebc6ae22b10215cf382ddd9071/" TargetMode="External"/><Relationship Id="rId76" Type="http://schemas.openxmlformats.org/officeDocument/2006/relationships/hyperlink" Target="https://base.garant.ru/70413270/f7ddf550c8a651b9629fe1b80831f134/" TargetMode="External"/><Relationship Id="rId97" Type="http://schemas.openxmlformats.org/officeDocument/2006/relationships/hyperlink" Target="https://base.garant.ru/70143026/9ad7479dbc8acf3d934e3bf8f07d4230/" TargetMode="External"/><Relationship Id="rId104" Type="http://schemas.openxmlformats.org/officeDocument/2006/relationships/hyperlink" Target="https://base.garant.ru/73751712/e7ac822ef106d83676a04c6b6676fd2d/" TargetMode="External"/><Relationship Id="rId120" Type="http://schemas.openxmlformats.org/officeDocument/2006/relationships/hyperlink" Target="https://base.garant.ru/70590300/" TargetMode="External"/><Relationship Id="rId125" Type="http://schemas.openxmlformats.org/officeDocument/2006/relationships/hyperlink" Target="https://base.garant.ru/72622416/d92d8eebc6ae22b10215cf382ddd9071/" TargetMode="External"/><Relationship Id="rId141" Type="http://schemas.openxmlformats.org/officeDocument/2006/relationships/hyperlink" Target="https://base.garant.ru/407388764/3ae171e26ea41fabedb66fa6faf363c6/" TargetMode="External"/><Relationship Id="rId146" Type="http://schemas.openxmlformats.org/officeDocument/2006/relationships/hyperlink" Target="https://base.garant.ru/12172183/e2de7820abe42bb2f7d00c48f318f69c/" TargetMode="External"/><Relationship Id="rId167" Type="http://schemas.openxmlformats.org/officeDocument/2006/relationships/hyperlink" Target="https://base.garant.ru/70884470/535cca7f20bd30e8f568a1da47c4234a/" TargetMode="External"/><Relationship Id="rId188" Type="http://schemas.openxmlformats.org/officeDocument/2006/relationships/hyperlink" Target="https://base.garant.ru/70685504/04949993b91fb4f254bb59dd19f516ce/" TargetMode="External"/><Relationship Id="rId7" Type="http://schemas.openxmlformats.org/officeDocument/2006/relationships/hyperlink" Target="https://base.garant.ru/70237124/e64aaac97a0cfc4408f9c6c040960d40/" TargetMode="External"/><Relationship Id="rId71" Type="http://schemas.openxmlformats.org/officeDocument/2006/relationships/hyperlink" Target="https://base.garant.ru/70143026/9ad7479dbc8acf3d934e3bf8f07d4230/" TargetMode="External"/><Relationship Id="rId92" Type="http://schemas.openxmlformats.org/officeDocument/2006/relationships/hyperlink" Target="https://base.garant.ru/70413270/f7ddf550c8a651b9629fe1b80831f134/" TargetMode="External"/><Relationship Id="rId162" Type="http://schemas.openxmlformats.org/officeDocument/2006/relationships/hyperlink" Target="https://base.garant.ru/71721262/b02532c941eecb75cdd6603088aa9383/" TargetMode="External"/><Relationship Id="rId183" Type="http://schemas.openxmlformats.org/officeDocument/2006/relationships/hyperlink" Target="https://base.garant.ru/12172183/e2de7820abe42bb2f7d00c48f318f69c/" TargetMode="External"/><Relationship Id="rId213" Type="http://schemas.openxmlformats.org/officeDocument/2006/relationships/hyperlink" Target="https://base.garant.ru/12148239/2eea1bf57a581579dd7f5f735cf1383f/" TargetMode="External"/><Relationship Id="rId218" Type="http://schemas.openxmlformats.org/officeDocument/2006/relationships/hyperlink" Target="https://base.garant.ru/12190578/7ca2460cf7fc347c6525c09928bede03/" TargetMode="External"/><Relationship Id="rId234" Type="http://schemas.openxmlformats.org/officeDocument/2006/relationships/hyperlink" Target="https://base.garant.ru/72622416/d92d8eebc6ae22b10215cf382ddd9071/" TargetMode="External"/><Relationship Id="rId239" Type="http://schemas.openxmlformats.org/officeDocument/2006/relationships/hyperlink" Target="https://base.garant.ru/70685504/04949993b91fb4f254bb59dd19f516ce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ivo.garant.ru/" TargetMode="External"/><Relationship Id="rId250" Type="http://schemas.openxmlformats.org/officeDocument/2006/relationships/hyperlink" Target="https://base.garant.ru/12172183/e2de7820abe42bb2f7d00c48f318f69c/" TargetMode="External"/><Relationship Id="rId255" Type="http://schemas.openxmlformats.org/officeDocument/2006/relationships/hyperlink" Target="https://base.garant.ru/403290563/" TargetMode="External"/><Relationship Id="rId271" Type="http://schemas.openxmlformats.org/officeDocument/2006/relationships/hyperlink" Target="https://base.garant.ru/404847835/991fae6f92a46ae6f67b17e2eb3e1c37/" TargetMode="External"/><Relationship Id="rId276" Type="http://schemas.openxmlformats.org/officeDocument/2006/relationships/hyperlink" Target="https://base.garant.ru/404847835/991fae6f92a46ae6f67b17e2eb3e1c37/" TargetMode="External"/><Relationship Id="rId24" Type="http://schemas.openxmlformats.org/officeDocument/2006/relationships/hyperlink" Target="https://base.garant.ru/404575504/5cd6e534e1054a16d5d0c1ccbf8c4ad5/" TargetMode="External"/><Relationship Id="rId40" Type="http://schemas.openxmlformats.org/officeDocument/2006/relationships/hyperlink" Target="https://base.garant.ru/12190578/7ca2460cf7fc347c6525c09928bede03/" TargetMode="External"/><Relationship Id="rId45" Type="http://schemas.openxmlformats.org/officeDocument/2006/relationships/hyperlink" Target="https://base.garant.ru/70269176/628f52107de63be1e3d91adaa04905c8/" TargetMode="External"/><Relationship Id="rId66" Type="http://schemas.openxmlformats.org/officeDocument/2006/relationships/hyperlink" Target="https://base.garant.ru/71974602/b585db935f3789da36d18af8d4f060d4/" TargetMode="External"/><Relationship Id="rId87" Type="http://schemas.openxmlformats.org/officeDocument/2006/relationships/hyperlink" Target="https://base.garant.ru/12172183/e2de7820abe42bb2f7d00c48f318f69c/" TargetMode="External"/><Relationship Id="rId110" Type="http://schemas.openxmlformats.org/officeDocument/2006/relationships/hyperlink" Target="https://base.garant.ru/71590034/965ac5f047ddf63d3849b9274f7db010/" TargetMode="External"/><Relationship Id="rId115" Type="http://schemas.openxmlformats.org/officeDocument/2006/relationships/hyperlink" Target="https://base.garant.ru/70447752/bac2ea08cadbf2848c7ab491aa97b143/" TargetMode="External"/><Relationship Id="rId131" Type="http://schemas.openxmlformats.org/officeDocument/2006/relationships/hyperlink" Target="https://base.garant.ru/407388764/3ae171e26ea41fabedb66fa6faf363c6/" TargetMode="External"/><Relationship Id="rId136" Type="http://schemas.openxmlformats.org/officeDocument/2006/relationships/hyperlink" Target="https://base.garant.ru/403290563/" TargetMode="External"/><Relationship Id="rId157" Type="http://schemas.openxmlformats.org/officeDocument/2006/relationships/hyperlink" Target="https://base.garant.ru/403290563/" TargetMode="External"/><Relationship Id="rId178" Type="http://schemas.openxmlformats.org/officeDocument/2006/relationships/hyperlink" Target="https://base.garant.ru/12172183/e2de7820abe42bb2f7d00c48f318f69c/" TargetMode="External"/><Relationship Id="rId61" Type="http://schemas.openxmlformats.org/officeDocument/2006/relationships/hyperlink" Target="https://base.garant.ru/72136040/6142551196b5f660b2f6f598e0a7e4cd/" TargetMode="External"/><Relationship Id="rId82" Type="http://schemas.openxmlformats.org/officeDocument/2006/relationships/hyperlink" Target="https://base.garant.ru/12148239/2eea1bf57a581579dd7f5f735cf1383f/" TargetMode="External"/><Relationship Id="rId152" Type="http://schemas.openxmlformats.org/officeDocument/2006/relationships/hyperlink" Target="https://base.garant.ru/70685504/04949993b91fb4f254bb59dd19f516ce/" TargetMode="External"/><Relationship Id="rId173" Type="http://schemas.openxmlformats.org/officeDocument/2006/relationships/hyperlink" Target="https://base.garant.ru/12190578/7ca2460cf7fc347c6525c09928bede03/" TargetMode="External"/><Relationship Id="rId194" Type="http://schemas.openxmlformats.org/officeDocument/2006/relationships/hyperlink" Target="https://base.garant.ru/70447752/bac2ea08cadbf2848c7ab491aa97b143/" TargetMode="External"/><Relationship Id="rId199" Type="http://schemas.openxmlformats.org/officeDocument/2006/relationships/hyperlink" Target="https://base.garant.ru/12172183/e2de7820abe42bb2f7d00c48f318f69c/" TargetMode="External"/><Relationship Id="rId203" Type="http://schemas.openxmlformats.org/officeDocument/2006/relationships/hyperlink" Target="https://base.garant.ru/71738428/08a742726680e67ea24aea39a39acab0/" TargetMode="External"/><Relationship Id="rId208" Type="http://schemas.openxmlformats.org/officeDocument/2006/relationships/hyperlink" Target="https://base.garant.ru/71738428/08a742726680e67ea24aea39a39acab0/" TargetMode="External"/><Relationship Id="rId229" Type="http://schemas.openxmlformats.org/officeDocument/2006/relationships/hyperlink" Target="https://base.garant.ru/71974602/b585db935f3789da36d18af8d4f060d4/" TargetMode="External"/><Relationship Id="rId19" Type="http://schemas.openxmlformats.org/officeDocument/2006/relationships/hyperlink" Target="https://ivo.garant.ru/" TargetMode="External"/><Relationship Id="rId224" Type="http://schemas.openxmlformats.org/officeDocument/2006/relationships/hyperlink" Target="https://base.garant.ru/12148239/2eea1bf57a581579dd7f5f735cf1383f/" TargetMode="External"/><Relationship Id="rId240" Type="http://schemas.openxmlformats.org/officeDocument/2006/relationships/hyperlink" Target="https://base.garant.ru/70685504/04949993b91fb4f254bb59dd19f516ce/" TargetMode="External"/><Relationship Id="rId245" Type="http://schemas.openxmlformats.org/officeDocument/2006/relationships/hyperlink" Target="https://base.garant.ru/71974602/b585db935f3789da36d18af8d4f060d4/" TargetMode="External"/><Relationship Id="rId261" Type="http://schemas.openxmlformats.org/officeDocument/2006/relationships/hyperlink" Target="https://base.garant.ru/71738428/08a742726680e67ea24aea39a39acab0/" TargetMode="External"/><Relationship Id="rId266" Type="http://schemas.openxmlformats.org/officeDocument/2006/relationships/hyperlink" Target="https://base.garant.ru/404847835/991fae6f92a46ae6f67b17e2eb3e1c37/" TargetMode="External"/><Relationship Id="rId14" Type="http://schemas.openxmlformats.org/officeDocument/2006/relationships/hyperlink" Target="https://base.garant.ru/12112176/" TargetMode="External"/><Relationship Id="rId30" Type="http://schemas.openxmlformats.org/officeDocument/2006/relationships/hyperlink" Target="https://base.garant.ru/71018168/73a02b3bd1cabcc72181e33b46cef077/" TargetMode="External"/><Relationship Id="rId35" Type="http://schemas.openxmlformats.org/officeDocument/2006/relationships/hyperlink" Target="https://base.garant.ru/70269176/628f52107de63be1e3d91adaa04905c8/" TargetMode="External"/><Relationship Id="rId56" Type="http://schemas.openxmlformats.org/officeDocument/2006/relationships/hyperlink" Target="https://base.garant.ru/72622416/d92d8eebc6ae22b10215cf382ddd9071/" TargetMode="External"/><Relationship Id="rId77" Type="http://schemas.openxmlformats.org/officeDocument/2006/relationships/hyperlink" Target="https://base.garant.ru/71738428/08a742726680e67ea24aea39a39acab0/" TargetMode="External"/><Relationship Id="rId100" Type="http://schemas.openxmlformats.org/officeDocument/2006/relationships/hyperlink" Target="https://base.garant.ru/12172183/e2de7820abe42bb2f7d00c48f318f69c/" TargetMode="External"/><Relationship Id="rId105" Type="http://schemas.openxmlformats.org/officeDocument/2006/relationships/hyperlink" Target="https://base.garant.ru/70500094/cca20c4a0793c791e954cec06b414526/" TargetMode="External"/><Relationship Id="rId126" Type="http://schemas.openxmlformats.org/officeDocument/2006/relationships/hyperlink" Target="https://base.garant.ru/12183380/dfd6252d896e4695e325c77393e8ecb5/" TargetMode="External"/><Relationship Id="rId147" Type="http://schemas.openxmlformats.org/officeDocument/2006/relationships/hyperlink" Target="https://base.garant.ru/12172183/e2de7820abe42bb2f7d00c48f318f69c/" TargetMode="External"/><Relationship Id="rId168" Type="http://schemas.openxmlformats.org/officeDocument/2006/relationships/hyperlink" Target="https://base.garant.ru/70774576/d7dbe8e19a906f7b910d62220757622f/" TargetMode="External"/><Relationship Id="rId8" Type="http://schemas.openxmlformats.org/officeDocument/2006/relationships/hyperlink" Target="https://base.garant.ru/10108000/e105bca11c9907fc3c0b2c78485b46b1/" TargetMode="External"/><Relationship Id="rId51" Type="http://schemas.openxmlformats.org/officeDocument/2006/relationships/hyperlink" Target="https://base.garant.ru/73751712/e7ac822ef106d83676a04c6b6676fd2d/" TargetMode="External"/><Relationship Id="rId72" Type="http://schemas.openxmlformats.org/officeDocument/2006/relationships/hyperlink" Target="https://base.garant.ru/71218346/8bd0bd7ddc3ab15cb6bc23df9fc54b66/" TargetMode="External"/><Relationship Id="rId93" Type="http://schemas.openxmlformats.org/officeDocument/2006/relationships/hyperlink" Target="https://base.garant.ru/72136040/6142551196b5f660b2f6f598e0a7e4cd/" TargetMode="External"/><Relationship Id="rId98" Type="http://schemas.openxmlformats.org/officeDocument/2006/relationships/hyperlink" Target="https://base.garant.ru/71018168/73a02b3bd1cabcc72181e33b46cef077/" TargetMode="External"/><Relationship Id="rId121" Type="http://schemas.openxmlformats.org/officeDocument/2006/relationships/hyperlink" Target="https://base.garant.ru/70447752/bac2ea08cadbf2848c7ab491aa97b143/" TargetMode="External"/><Relationship Id="rId142" Type="http://schemas.openxmlformats.org/officeDocument/2006/relationships/hyperlink" Target="https://base.garant.ru/72622416/d92d8eebc6ae22b10215cf382ddd9071/" TargetMode="External"/><Relationship Id="rId163" Type="http://schemas.openxmlformats.org/officeDocument/2006/relationships/hyperlink" Target="https://base.garant.ru/71738428/08a742726680e67ea24aea39a39acab0/" TargetMode="External"/><Relationship Id="rId184" Type="http://schemas.openxmlformats.org/officeDocument/2006/relationships/hyperlink" Target="https://base.garant.ru/70685504/04949993b91fb4f254bb59dd19f516ce/" TargetMode="External"/><Relationship Id="rId189" Type="http://schemas.openxmlformats.org/officeDocument/2006/relationships/hyperlink" Target="https://base.garant.ru/70623798/d886dcbcdfeec50c35d331899802b2c2/" TargetMode="External"/><Relationship Id="rId219" Type="http://schemas.openxmlformats.org/officeDocument/2006/relationships/hyperlink" Target="https://base.garant.ru/71125136/e3d40eed6661388b192ed738704423dd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base.garant.ru/12148239/2eea1bf57a581579dd7f5f735cf1383f/" TargetMode="External"/><Relationship Id="rId230" Type="http://schemas.openxmlformats.org/officeDocument/2006/relationships/hyperlink" Target="https://base.garant.ru/72622416/d92d8eebc6ae22b10215cf382ddd9071/" TargetMode="External"/><Relationship Id="rId235" Type="http://schemas.openxmlformats.org/officeDocument/2006/relationships/hyperlink" Target="https://base.garant.ru/12190578/7ca2460cf7fc347c6525c09928bede03/" TargetMode="External"/><Relationship Id="rId251" Type="http://schemas.openxmlformats.org/officeDocument/2006/relationships/hyperlink" Target="https://base.garant.ru/71974602/b585db935f3789da36d18af8d4f060d4/" TargetMode="External"/><Relationship Id="rId256" Type="http://schemas.openxmlformats.org/officeDocument/2006/relationships/hyperlink" Target="https://base.garant.ru/403290563/" TargetMode="External"/><Relationship Id="rId277" Type="http://schemas.openxmlformats.org/officeDocument/2006/relationships/hyperlink" Target="https://base.garant.ru/404847835/991fae6f92a46ae6f67b17e2eb3e1c37/" TargetMode="External"/><Relationship Id="rId25" Type="http://schemas.openxmlformats.org/officeDocument/2006/relationships/hyperlink" Target="https://base.garant.ru/404575504/" TargetMode="External"/><Relationship Id="rId46" Type="http://schemas.openxmlformats.org/officeDocument/2006/relationships/hyperlink" Target="https://base.garant.ru/12190578/7ca2460cf7fc347c6525c09928bede03/" TargetMode="External"/><Relationship Id="rId67" Type="http://schemas.openxmlformats.org/officeDocument/2006/relationships/hyperlink" Target="https://base.garant.ru/71721262/b02532c941eecb75cdd6603088aa9383/" TargetMode="External"/><Relationship Id="rId116" Type="http://schemas.openxmlformats.org/officeDocument/2006/relationships/hyperlink" Target="https://base.garant.ru/70447752/bac2ea08cadbf2848c7ab491aa97b143/" TargetMode="External"/><Relationship Id="rId137" Type="http://schemas.openxmlformats.org/officeDocument/2006/relationships/hyperlink" Target="https://base.garant.ru/70819382/254a6179a67f0060b7b560f374375737/" TargetMode="External"/><Relationship Id="rId158" Type="http://schemas.openxmlformats.org/officeDocument/2006/relationships/hyperlink" Target="https://base.garant.ru/71974602/b585db935f3789da36d18af8d4f060d4/" TargetMode="External"/><Relationship Id="rId272" Type="http://schemas.openxmlformats.org/officeDocument/2006/relationships/hyperlink" Target="https://base.garant.ru/404847835/991fae6f92a46ae6f67b17e2eb3e1c37/" TargetMode="External"/><Relationship Id="rId20" Type="http://schemas.openxmlformats.org/officeDocument/2006/relationships/hyperlink" Target="https://base.garant.ru/12112176/" TargetMode="External"/><Relationship Id="rId41" Type="http://schemas.openxmlformats.org/officeDocument/2006/relationships/hyperlink" Target="https://base.garant.ru/12190578/7ca2460cf7fc347c6525c09928bede03/" TargetMode="External"/><Relationship Id="rId62" Type="http://schemas.openxmlformats.org/officeDocument/2006/relationships/hyperlink" Target="https://base.garant.ru/71974602/b585db935f3789da36d18af8d4f060d4/" TargetMode="External"/><Relationship Id="rId83" Type="http://schemas.openxmlformats.org/officeDocument/2006/relationships/hyperlink" Target="https://base.garant.ru/403290563/" TargetMode="External"/><Relationship Id="rId88" Type="http://schemas.openxmlformats.org/officeDocument/2006/relationships/hyperlink" Target="https://base.garant.ru/12187695/b97d76fb7dbaaa776cfe369e2efbc3ea/" TargetMode="External"/><Relationship Id="rId111" Type="http://schemas.openxmlformats.org/officeDocument/2006/relationships/hyperlink" Target="https://base.garant.ru/71738428/08a742726680e67ea24aea39a39acab0/" TargetMode="External"/><Relationship Id="rId132" Type="http://schemas.openxmlformats.org/officeDocument/2006/relationships/hyperlink" Target="https://base.garant.ru/407388764/3ae171e26ea41fabedb66fa6faf363c6/" TargetMode="External"/><Relationship Id="rId153" Type="http://schemas.openxmlformats.org/officeDocument/2006/relationships/hyperlink" Target="https://base.garant.ru/12172183/e2de7820abe42bb2f7d00c48f318f69c/" TargetMode="External"/><Relationship Id="rId174" Type="http://schemas.openxmlformats.org/officeDocument/2006/relationships/hyperlink" Target="https://base.garant.ru/12172183/e2de7820abe42bb2f7d00c48f318f69c/" TargetMode="External"/><Relationship Id="rId179" Type="http://schemas.openxmlformats.org/officeDocument/2006/relationships/hyperlink" Target="https://base.garant.ru/12172183/e2de7820abe42bb2f7d00c48f318f69c/" TargetMode="External"/><Relationship Id="rId195" Type="http://schemas.openxmlformats.org/officeDocument/2006/relationships/hyperlink" Target="https://base.garant.ru/12190578/7ca2460cf7fc347c6525c09928bede03/" TargetMode="External"/><Relationship Id="rId209" Type="http://schemas.openxmlformats.org/officeDocument/2006/relationships/hyperlink" Target="https://base.garant.ru/12172183/e2de7820abe42bb2f7d00c48f318f69c/" TargetMode="External"/><Relationship Id="rId190" Type="http://schemas.openxmlformats.org/officeDocument/2006/relationships/hyperlink" Target="https://base.garant.ru/70623798/d886dcbcdfeec50c35d331899802b2c2/" TargetMode="External"/><Relationship Id="rId204" Type="http://schemas.openxmlformats.org/officeDocument/2006/relationships/hyperlink" Target="https://base.garant.ru/70685504/04949993b91fb4f254bb59dd19f516ce/" TargetMode="External"/><Relationship Id="rId220" Type="http://schemas.openxmlformats.org/officeDocument/2006/relationships/hyperlink" Target="https://base.garant.ru/70500094/cca20c4a0793c791e954cec06b414526/" TargetMode="External"/><Relationship Id="rId225" Type="http://schemas.openxmlformats.org/officeDocument/2006/relationships/hyperlink" Target="https://base.garant.ru/71974602/b585db935f3789da36d18af8d4f060d4/" TargetMode="External"/><Relationship Id="rId241" Type="http://schemas.openxmlformats.org/officeDocument/2006/relationships/hyperlink" Target="https://base.garant.ru/70413270/f7ddf550c8a651b9629fe1b80831f134/" TargetMode="External"/><Relationship Id="rId246" Type="http://schemas.openxmlformats.org/officeDocument/2006/relationships/hyperlink" Target="https://base.garant.ru/12177107/1132e64253e6c59ce78e4c90403597c6/" TargetMode="External"/><Relationship Id="rId267" Type="http://schemas.openxmlformats.org/officeDocument/2006/relationships/hyperlink" Target="https://ivo.garant.ru/" TargetMode="External"/><Relationship Id="rId15" Type="http://schemas.openxmlformats.org/officeDocument/2006/relationships/hyperlink" Target="https://base.garant.ru/12112176/b74bde3689a4e1e06d7f9b66b4229274/" TargetMode="External"/><Relationship Id="rId36" Type="http://schemas.openxmlformats.org/officeDocument/2006/relationships/hyperlink" Target="https://base.garant.ru/71590034/965ac5f047ddf63d3849b9274f7db010/" TargetMode="External"/><Relationship Id="rId57" Type="http://schemas.openxmlformats.org/officeDocument/2006/relationships/hyperlink" Target="https://base.garant.ru/70413270/f7ddf550c8a651b9629fe1b80831f134/" TargetMode="External"/><Relationship Id="rId106" Type="http://schemas.openxmlformats.org/officeDocument/2006/relationships/hyperlink" Target="https://base.garant.ru/407388764/3ae171e26ea41fabedb66fa6faf363c6/" TargetMode="External"/><Relationship Id="rId127" Type="http://schemas.openxmlformats.org/officeDocument/2006/relationships/hyperlink" Target="https://base.garant.ru/72622416/d92d8eebc6ae22b10215cf382ddd9071/" TargetMode="External"/><Relationship Id="rId262" Type="http://schemas.openxmlformats.org/officeDocument/2006/relationships/hyperlink" Target="https://base.garant.ru/73751712/e7ac822ef106d83676a04c6b6676fd2d/" TargetMode="External"/><Relationship Id="rId10" Type="http://schemas.openxmlformats.org/officeDocument/2006/relationships/hyperlink" Target="https://base.garant.ru/10108000/ab10eb9df42b5dde61c7b7fd114648f5/" TargetMode="External"/><Relationship Id="rId31" Type="http://schemas.openxmlformats.org/officeDocument/2006/relationships/hyperlink" Target="https://base.garant.ru/403290563/" TargetMode="External"/><Relationship Id="rId52" Type="http://schemas.openxmlformats.org/officeDocument/2006/relationships/hyperlink" Target="https://base.garant.ru/70685504/04949993b91fb4f254bb59dd19f516ce/" TargetMode="External"/><Relationship Id="rId73" Type="http://schemas.openxmlformats.org/officeDocument/2006/relationships/hyperlink" Target="https://base.garant.ru/71125136/e3d40eed6661388b192ed738704423dd/" TargetMode="External"/><Relationship Id="rId78" Type="http://schemas.openxmlformats.org/officeDocument/2006/relationships/hyperlink" Target="https://base.garant.ru/12190578/7ca2460cf7fc347c6525c09928bede03/" TargetMode="External"/><Relationship Id="rId94" Type="http://schemas.openxmlformats.org/officeDocument/2006/relationships/hyperlink" Target="https://base.garant.ru/71721262/b02532c941eecb75cdd6603088aa9383/" TargetMode="External"/><Relationship Id="rId99" Type="http://schemas.openxmlformats.org/officeDocument/2006/relationships/hyperlink" Target="https://base.garant.ru/12190578/7ca2460cf7fc347c6525c09928bede03/" TargetMode="External"/><Relationship Id="rId101" Type="http://schemas.openxmlformats.org/officeDocument/2006/relationships/hyperlink" Target="https://base.garant.ru/12148239/2eea1bf57a581579dd7f5f735cf1383f/" TargetMode="External"/><Relationship Id="rId122" Type="http://schemas.openxmlformats.org/officeDocument/2006/relationships/hyperlink" Target="https://base.garant.ru/72136040/6142551196b5f660b2f6f598e0a7e4cd/" TargetMode="External"/><Relationship Id="rId143" Type="http://schemas.openxmlformats.org/officeDocument/2006/relationships/hyperlink" Target="https://base.garant.ru/12177617/3fead13c83acca6523c674fa59a42495/" TargetMode="External"/><Relationship Id="rId148" Type="http://schemas.openxmlformats.org/officeDocument/2006/relationships/hyperlink" Target="https://base.garant.ru/403290563/" TargetMode="External"/><Relationship Id="rId164" Type="http://schemas.openxmlformats.org/officeDocument/2006/relationships/hyperlink" Target="https://base.garant.ru/71018168/73a02b3bd1cabcc72181e33b46cef077/" TargetMode="External"/><Relationship Id="rId169" Type="http://schemas.openxmlformats.org/officeDocument/2006/relationships/hyperlink" Target="https://base.garant.ru/72136040/6142551196b5f660b2f6f598e0a7e4cd/" TargetMode="External"/><Relationship Id="rId185" Type="http://schemas.openxmlformats.org/officeDocument/2006/relationships/hyperlink" Target="https://base.garant.ru/70685504/04949993b91fb4f254bb59dd19f516c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108000/a247d81a51b2b6d72cbace0b99af2aa1/" TargetMode="External"/><Relationship Id="rId180" Type="http://schemas.openxmlformats.org/officeDocument/2006/relationships/hyperlink" Target="https://base.garant.ru/71125136/e3d40eed6661388b192ed738704423dd/" TargetMode="External"/><Relationship Id="rId210" Type="http://schemas.openxmlformats.org/officeDocument/2006/relationships/hyperlink" Target="https://base.garant.ru/12172183/e2de7820abe42bb2f7d00c48f318f69c/" TargetMode="External"/><Relationship Id="rId215" Type="http://schemas.openxmlformats.org/officeDocument/2006/relationships/hyperlink" Target="https://base.garant.ru/12190578/7ca2460cf7fc347c6525c09928bede03/" TargetMode="External"/><Relationship Id="rId236" Type="http://schemas.openxmlformats.org/officeDocument/2006/relationships/hyperlink" Target="https://base.garant.ru/12187695/b97d76fb7dbaaa776cfe369e2efbc3ea/" TargetMode="External"/><Relationship Id="rId257" Type="http://schemas.openxmlformats.org/officeDocument/2006/relationships/hyperlink" Target="https://base.garant.ru/71974602/b585db935f3789da36d18af8d4f060d4/" TargetMode="External"/><Relationship Id="rId278" Type="http://schemas.openxmlformats.org/officeDocument/2006/relationships/hyperlink" Target="https://base.garant.ru/404847835/991fae6f92a46ae6f67b17e2eb3e1c37/" TargetMode="External"/><Relationship Id="rId26" Type="http://schemas.openxmlformats.org/officeDocument/2006/relationships/hyperlink" Target="https://base.garant.ru/70106118/a777b7ea8e857fb4bc50ee0bb24fc3a8/" TargetMode="External"/><Relationship Id="rId231" Type="http://schemas.openxmlformats.org/officeDocument/2006/relationships/hyperlink" Target="https://base.garant.ru/72622416/d92d8eebc6ae22b10215cf382ddd9071/" TargetMode="External"/><Relationship Id="rId252" Type="http://schemas.openxmlformats.org/officeDocument/2006/relationships/hyperlink" Target="https://base.garant.ru/403290563/" TargetMode="External"/><Relationship Id="rId273" Type="http://schemas.openxmlformats.org/officeDocument/2006/relationships/hyperlink" Target="https://base.garant.ru/404847835/991fae6f92a46ae6f67b17e2eb3e1c37/" TargetMode="External"/><Relationship Id="rId47" Type="http://schemas.openxmlformats.org/officeDocument/2006/relationships/hyperlink" Target="https://base.garant.ru/71218346/8bd0bd7ddc3ab15cb6bc23df9fc54b66/" TargetMode="External"/><Relationship Id="rId68" Type="http://schemas.openxmlformats.org/officeDocument/2006/relationships/hyperlink" Target="https://base.garant.ru/71366754/09441b64d3687b275bf82de54be34f1b/" TargetMode="External"/><Relationship Id="rId89" Type="http://schemas.openxmlformats.org/officeDocument/2006/relationships/hyperlink" Target="https://base.garant.ru/73751712/e7ac822ef106d83676a04c6b6676fd2d/" TargetMode="External"/><Relationship Id="rId112" Type="http://schemas.openxmlformats.org/officeDocument/2006/relationships/hyperlink" Target="https://base.garant.ru/70447752/bac2ea08cadbf2848c7ab491aa97b143/" TargetMode="External"/><Relationship Id="rId133" Type="http://schemas.openxmlformats.org/officeDocument/2006/relationships/hyperlink" Target="https://base.garant.ru/70269176/628f52107de63be1e3d91adaa04905c8/" TargetMode="External"/><Relationship Id="rId154" Type="http://schemas.openxmlformats.org/officeDocument/2006/relationships/hyperlink" Target="https://base.garant.ru/71974602/b585db935f3789da36d18af8d4f060d4/" TargetMode="External"/><Relationship Id="rId175" Type="http://schemas.openxmlformats.org/officeDocument/2006/relationships/hyperlink" Target="https://base.garant.ru/12172183/e2de7820abe42bb2f7d00c48f318f69c/" TargetMode="External"/><Relationship Id="rId196" Type="http://schemas.openxmlformats.org/officeDocument/2006/relationships/hyperlink" Target="https://base.garant.ru/403290563/" TargetMode="External"/><Relationship Id="rId200" Type="http://schemas.openxmlformats.org/officeDocument/2006/relationships/hyperlink" Target="https://base.garant.ru/12172183/e2de7820abe42bb2f7d00c48f318f69c/" TargetMode="External"/><Relationship Id="rId16" Type="http://schemas.openxmlformats.org/officeDocument/2006/relationships/hyperlink" Target="https://base.garant.ru/12107402/741609f9002bd54a24e5c49cb5af953b/" TargetMode="External"/><Relationship Id="rId221" Type="http://schemas.openxmlformats.org/officeDocument/2006/relationships/hyperlink" Target="https://base.garant.ru/12172183/e2de7820abe42bb2f7d00c48f318f69c/" TargetMode="External"/><Relationship Id="rId242" Type="http://schemas.openxmlformats.org/officeDocument/2006/relationships/hyperlink" Target="https://base.garant.ru/70623798/d886dcbcdfeec50c35d331899802b2c2/" TargetMode="External"/><Relationship Id="rId263" Type="http://schemas.openxmlformats.org/officeDocument/2006/relationships/hyperlink" Target="https://base.garant.ru/12177107/1132e64253e6c59ce78e4c90403597c6/" TargetMode="External"/><Relationship Id="rId37" Type="http://schemas.openxmlformats.org/officeDocument/2006/relationships/hyperlink" Target="https://base.garant.ru/70269176/628f52107de63be1e3d91adaa04905c8/" TargetMode="External"/><Relationship Id="rId58" Type="http://schemas.openxmlformats.org/officeDocument/2006/relationships/hyperlink" Target="https://base.garant.ru/70685504/04949993b91fb4f254bb59dd19f516ce/" TargetMode="External"/><Relationship Id="rId79" Type="http://schemas.openxmlformats.org/officeDocument/2006/relationships/hyperlink" Target="https://base.garant.ru/12190578/7ca2460cf7fc347c6525c09928bede03/" TargetMode="External"/><Relationship Id="rId102" Type="http://schemas.openxmlformats.org/officeDocument/2006/relationships/hyperlink" Target="https://base.garant.ru/71738428/08a742726680e67ea24aea39a39acab0/" TargetMode="External"/><Relationship Id="rId123" Type="http://schemas.openxmlformats.org/officeDocument/2006/relationships/hyperlink" Target="https://base.garant.ru/72136040/6142551196b5f660b2f6f598e0a7e4cd/" TargetMode="External"/><Relationship Id="rId144" Type="http://schemas.openxmlformats.org/officeDocument/2006/relationships/hyperlink" Target="https://base.garant.ru/12172183/e2de7820abe42bb2f7d00c48f318f69c/" TargetMode="External"/><Relationship Id="rId90" Type="http://schemas.openxmlformats.org/officeDocument/2006/relationships/hyperlink" Target="https://base.garant.ru/71738428/08a742726680e67ea24aea39a39acab0/" TargetMode="External"/><Relationship Id="rId165" Type="http://schemas.openxmlformats.org/officeDocument/2006/relationships/hyperlink" Target="https://base.garant.ru/407388764/3ae171e26ea41fabedb66fa6faf363c6/" TargetMode="External"/><Relationship Id="rId186" Type="http://schemas.openxmlformats.org/officeDocument/2006/relationships/hyperlink" Target="https://base.garant.ru/71125136/e3d40eed6661388b192ed738704423dd/" TargetMode="External"/><Relationship Id="rId211" Type="http://schemas.openxmlformats.org/officeDocument/2006/relationships/hyperlink" Target="https://base.garant.ru/70447752/bac2ea08cadbf2848c7ab491aa97b143/" TargetMode="External"/><Relationship Id="rId232" Type="http://schemas.openxmlformats.org/officeDocument/2006/relationships/hyperlink" Target="https://base.garant.ru/72622416/d92d8eebc6ae22b10215cf382ddd9071/" TargetMode="External"/><Relationship Id="rId253" Type="http://schemas.openxmlformats.org/officeDocument/2006/relationships/hyperlink" Target="https://ivo.garant.ru/" TargetMode="External"/><Relationship Id="rId274" Type="http://schemas.openxmlformats.org/officeDocument/2006/relationships/hyperlink" Target="https://base.garant.ru/404847835/991fae6f92a46ae6f67b17e2eb3e1c37/" TargetMode="External"/><Relationship Id="rId27" Type="http://schemas.openxmlformats.org/officeDocument/2006/relationships/hyperlink" Target="https://ivo.garant.ru/" TargetMode="External"/><Relationship Id="rId48" Type="http://schemas.openxmlformats.org/officeDocument/2006/relationships/hyperlink" Target="https://base.garant.ru/71218346/8bd0bd7ddc3ab15cb6bc23df9fc54b66/" TargetMode="External"/><Relationship Id="rId69" Type="http://schemas.openxmlformats.org/officeDocument/2006/relationships/hyperlink" Target="https://base.garant.ru/12177107/1132e64253e6c59ce78e4c90403597c6/" TargetMode="External"/><Relationship Id="rId113" Type="http://schemas.openxmlformats.org/officeDocument/2006/relationships/hyperlink" Target="https://base.garant.ru/70447752/bac2ea08cadbf2848c7ab491aa97b143/" TargetMode="External"/><Relationship Id="rId134" Type="http://schemas.openxmlformats.org/officeDocument/2006/relationships/hyperlink" Target="https://base.garant.ru/407388764/3ae171e26ea41fabedb66fa6faf363c6/" TargetMode="External"/><Relationship Id="rId80" Type="http://schemas.openxmlformats.org/officeDocument/2006/relationships/hyperlink" Target="https://base.garant.ru/71974602/b585db935f3789da36d18af8d4f060d4/" TargetMode="External"/><Relationship Id="rId155" Type="http://schemas.openxmlformats.org/officeDocument/2006/relationships/hyperlink" Target="https://base.garant.ru/72136040/6142551196b5f660b2f6f598e0a7e4cd/" TargetMode="External"/><Relationship Id="rId176" Type="http://schemas.openxmlformats.org/officeDocument/2006/relationships/hyperlink" Target="https://base.garant.ru/12172183/e2de7820abe42bb2f7d00c48f318f69c/" TargetMode="External"/><Relationship Id="rId197" Type="http://schemas.openxmlformats.org/officeDocument/2006/relationships/hyperlink" Target="https://base.garant.ru/72622416/d92d8eebc6ae22b10215cf382ddd9071/" TargetMode="External"/><Relationship Id="rId201" Type="http://schemas.openxmlformats.org/officeDocument/2006/relationships/hyperlink" Target="https://base.garant.ru/70884470/535cca7f20bd30e8f568a1da47c4234a/" TargetMode="External"/><Relationship Id="rId222" Type="http://schemas.openxmlformats.org/officeDocument/2006/relationships/hyperlink" Target="https://base.garant.ru/71590034/965ac5f047ddf63d3849b9274f7db010/" TargetMode="External"/><Relationship Id="rId243" Type="http://schemas.openxmlformats.org/officeDocument/2006/relationships/hyperlink" Target="https://base.garant.ru/70623798/d886dcbcdfeec50c35d331899802b2c2/" TargetMode="External"/><Relationship Id="rId264" Type="http://schemas.openxmlformats.org/officeDocument/2006/relationships/hyperlink" Target="https://base.garant.ru/12175207/a61937ab5c178cb78519ff2c66b4fe7d/" TargetMode="External"/><Relationship Id="rId17" Type="http://schemas.openxmlformats.org/officeDocument/2006/relationships/hyperlink" Target="https://base.garant.ru/12112176/b74bde3689a4e1e06d7f9b66b4229274/" TargetMode="External"/><Relationship Id="rId38" Type="http://schemas.openxmlformats.org/officeDocument/2006/relationships/hyperlink" Target="https://base.garant.ru/71738428/08a742726680e67ea24aea39a39acab0/" TargetMode="External"/><Relationship Id="rId59" Type="http://schemas.openxmlformats.org/officeDocument/2006/relationships/hyperlink" Target="https://base.garant.ru/70685504/04949993b91fb4f254bb59dd19f516ce/" TargetMode="External"/><Relationship Id="rId103" Type="http://schemas.openxmlformats.org/officeDocument/2006/relationships/hyperlink" Target="https://base.garant.ru/71974602/b585db935f3789da36d18af8d4f060d4/" TargetMode="External"/><Relationship Id="rId124" Type="http://schemas.openxmlformats.org/officeDocument/2006/relationships/hyperlink" Target="https://base.garant.ru/72136040/6142551196b5f660b2f6f598e0a7e4cd/" TargetMode="External"/><Relationship Id="rId70" Type="http://schemas.openxmlformats.org/officeDocument/2006/relationships/hyperlink" Target="https://base.garant.ru/407388764/3ae171e26ea41fabedb66fa6faf363c6/" TargetMode="External"/><Relationship Id="rId91" Type="http://schemas.openxmlformats.org/officeDocument/2006/relationships/hyperlink" Target="https://base.garant.ru/73751712/e7ac822ef106d83676a04c6b6676fd2d/" TargetMode="External"/><Relationship Id="rId145" Type="http://schemas.openxmlformats.org/officeDocument/2006/relationships/hyperlink" Target="https://base.garant.ru/12172183/e2de7820abe42bb2f7d00c48f318f69c/" TargetMode="External"/><Relationship Id="rId166" Type="http://schemas.openxmlformats.org/officeDocument/2006/relationships/hyperlink" Target="https://base.garant.ru/407388764/3ae171e26ea41fabedb66fa6faf363c6/" TargetMode="External"/><Relationship Id="rId187" Type="http://schemas.openxmlformats.org/officeDocument/2006/relationships/hyperlink" Target="https://base.garant.ru/70774576/d7dbe8e19a906f7b910d62220757622f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base.garant.ru/70685504/04949993b91fb4f254bb59dd19f516ce/" TargetMode="External"/><Relationship Id="rId233" Type="http://schemas.openxmlformats.org/officeDocument/2006/relationships/hyperlink" Target="https://base.garant.ru/72622416/d92d8eebc6ae22b10215cf382ddd9071/" TargetMode="External"/><Relationship Id="rId254" Type="http://schemas.openxmlformats.org/officeDocument/2006/relationships/hyperlink" Target="https://base.garant.ru/71018168/73a02b3bd1cabcc72181e33b46cef077/" TargetMode="External"/><Relationship Id="rId28" Type="http://schemas.openxmlformats.org/officeDocument/2006/relationships/hyperlink" Target="https://base.garant.ru/407388764/3ae171e26ea41fabedb66fa6faf363c6/" TargetMode="External"/><Relationship Id="rId49" Type="http://schemas.openxmlformats.org/officeDocument/2006/relationships/hyperlink" Target="https://base.garant.ru/70884470/535cca7f20bd30e8f568a1da47c4234a/" TargetMode="External"/><Relationship Id="rId114" Type="http://schemas.openxmlformats.org/officeDocument/2006/relationships/hyperlink" Target="https://base.garant.ru/71738428/08a742726680e67ea24aea39a39acab0/" TargetMode="External"/><Relationship Id="rId275" Type="http://schemas.openxmlformats.org/officeDocument/2006/relationships/hyperlink" Target="https://base.garant.ru/404847835/991fae6f92a46ae6f67b17e2eb3e1c37/" TargetMode="External"/><Relationship Id="rId60" Type="http://schemas.openxmlformats.org/officeDocument/2006/relationships/hyperlink" Target="https://base.garant.ru/70500094/cca20c4a0793c791e954cec06b414526/" TargetMode="External"/><Relationship Id="rId81" Type="http://schemas.openxmlformats.org/officeDocument/2006/relationships/hyperlink" Target="https://base.garant.ru/12190578/7ca2460cf7fc347c6525c09928bede03/" TargetMode="External"/><Relationship Id="rId135" Type="http://schemas.openxmlformats.org/officeDocument/2006/relationships/hyperlink" Target="https://base.garant.ru/71738428/08a742726680e67ea24aea39a39acab0/" TargetMode="External"/><Relationship Id="rId156" Type="http://schemas.openxmlformats.org/officeDocument/2006/relationships/hyperlink" Target="https://base.garant.ru/407388764/3ae171e26ea41fabedb66fa6faf363c6/" TargetMode="External"/><Relationship Id="rId177" Type="http://schemas.openxmlformats.org/officeDocument/2006/relationships/hyperlink" Target="https://base.garant.ru/12172183/e2de7820abe42bb2f7d00c48f318f69c/" TargetMode="External"/><Relationship Id="rId198" Type="http://schemas.openxmlformats.org/officeDocument/2006/relationships/hyperlink" Target="https://base.garant.ru/12172183/e2de7820abe42bb2f7d00c48f318f69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D93CB17D</Template>
  <TotalTime>1</TotalTime>
  <Pages>21</Pages>
  <Words>11429</Words>
  <Characters>65150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Семикина Елена Леонидовна</dc:creator>
  <cp:lastModifiedBy>Семикина Елена Леонидовна</cp:lastModifiedBy>
  <cp:revision>1</cp:revision>
  <dcterms:created xsi:type="dcterms:W3CDTF">2023-10-30T12:18:00Z</dcterms:created>
  <dcterms:modified xsi:type="dcterms:W3CDTF">2023-10-30T12:19:00Z</dcterms:modified>
</cp:coreProperties>
</file>